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98D" w:rsidRPr="00942F5D" w:rsidRDefault="008D698D" w:rsidP="008D698D">
      <w:pPr>
        <w:shd w:val="clear" w:color="auto" w:fill="FFFFFF"/>
        <w:ind w:right="10"/>
        <w:jc w:val="both"/>
        <w:rPr>
          <w:bCs/>
          <w:i/>
          <w:color w:val="000000"/>
          <w:spacing w:val="-2"/>
          <w:sz w:val="28"/>
          <w:szCs w:val="28"/>
        </w:rPr>
      </w:pPr>
    </w:p>
    <w:p w:rsidR="001A4344" w:rsidRDefault="001A4344" w:rsidP="001A4344">
      <w:pPr>
        <w:suppressAutoHyphens/>
        <w:ind w:firstLine="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Оказание помощи детям </w:t>
      </w:r>
      <w:r w:rsidR="005C4E7F">
        <w:rPr>
          <w:b/>
          <w:sz w:val="32"/>
          <w:szCs w:val="32"/>
        </w:rPr>
        <w:t>родителями в младшем школьном возрасте с учетом</w:t>
      </w:r>
      <w:r>
        <w:rPr>
          <w:b/>
          <w:sz w:val="32"/>
          <w:szCs w:val="32"/>
        </w:rPr>
        <w:t xml:space="preserve"> особенностей </w:t>
      </w:r>
      <w:r w:rsidR="005C4E7F">
        <w:rPr>
          <w:b/>
          <w:sz w:val="32"/>
          <w:szCs w:val="32"/>
        </w:rPr>
        <w:t xml:space="preserve">их </w:t>
      </w:r>
      <w:r>
        <w:rPr>
          <w:b/>
          <w:sz w:val="32"/>
          <w:szCs w:val="32"/>
        </w:rPr>
        <w:t>возрастного развития.</w:t>
      </w:r>
    </w:p>
    <w:p w:rsidR="0058098D" w:rsidRDefault="0058098D" w:rsidP="001A4344">
      <w:pPr>
        <w:suppressAutoHyphens/>
        <w:ind w:firstLine="540"/>
        <w:jc w:val="center"/>
        <w:rPr>
          <w:b/>
          <w:sz w:val="32"/>
          <w:szCs w:val="32"/>
        </w:rPr>
      </w:pPr>
    </w:p>
    <w:p w:rsidR="0058098D" w:rsidRPr="0058098D" w:rsidRDefault="0058098D" w:rsidP="0058098D">
      <w:pPr>
        <w:suppressAutoHyphens/>
        <w:ind w:firstLine="540"/>
        <w:rPr>
          <w:i/>
          <w:sz w:val="32"/>
          <w:szCs w:val="32"/>
        </w:rPr>
      </w:pPr>
      <w:bookmarkStart w:id="0" w:name="_GoBack"/>
      <w:r w:rsidRPr="0058098D">
        <w:rPr>
          <w:i/>
          <w:sz w:val="32"/>
          <w:szCs w:val="32"/>
        </w:rPr>
        <w:t xml:space="preserve">Подготовила педагог-психолог МБОУ СОШ №20 </w:t>
      </w:r>
      <w:proofErr w:type="spellStart"/>
      <w:r w:rsidRPr="0058098D">
        <w:rPr>
          <w:i/>
          <w:sz w:val="32"/>
          <w:szCs w:val="32"/>
        </w:rPr>
        <w:t>г</w:t>
      </w:r>
      <w:proofErr w:type="gramStart"/>
      <w:r w:rsidRPr="0058098D">
        <w:rPr>
          <w:i/>
          <w:sz w:val="32"/>
          <w:szCs w:val="32"/>
        </w:rPr>
        <w:t>.Б</w:t>
      </w:r>
      <w:proofErr w:type="gramEnd"/>
      <w:r w:rsidRPr="0058098D">
        <w:rPr>
          <w:i/>
          <w:sz w:val="32"/>
          <w:szCs w:val="32"/>
        </w:rPr>
        <w:t>елгорода</w:t>
      </w:r>
      <w:proofErr w:type="spellEnd"/>
    </w:p>
    <w:p w:rsidR="0058098D" w:rsidRPr="0058098D" w:rsidRDefault="0058098D" w:rsidP="0058098D">
      <w:pPr>
        <w:suppressAutoHyphens/>
        <w:ind w:firstLine="540"/>
        <w:rPr>
          <w:i/>
          <w:sz w:val="32"/>
          <w:szCs w:val="32"/>
        </w:rPr>
      </w:pPr>
      <w:r w:rsidRPr="0058098D">
        <w:rPr>
          <w:i/>
          <w:sz w:val="32"/>
          <w:szCs w:val="32"/>
        </w:rPr>
        <w:t>Березовская Наталья Васильевна</w:t>
      </w:r>
    </w:p>
    <w:bookmarkEnd w:id="0"/>
    <w:p w:rsidR="001A4344" w:rsidRDefault="001A4344" w:rsidP="001A4344">
      <w:pPr>
        <w:suppressAutoHyphens/>
        <w:jc w:val="both"/>
        <w:rPr>
          <w:sz w:val="28"/>
          <w:szCs w:val="28"/>
        </w:rPr>
      </w:pPr>
    </w:p>
    <w:p w:rsidR="00080ADB" w:rsidRDefault="008D698D" w:rsidP="0083587B">
      <w:pPr>
        <w:shd w:val="clear" w:color="auto" w:fill="FFFFFF"/>
        <w:spacing w:before="19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Я.Корчак</w:t>
      </w:r>
      <w:proofErr w:type="spellEnd"/>
      <w:r>
        <w:rPr>
          <w:sz w:val="28"/>
          <w:szCs w:val="28"/>
        </w:rPr>
        <w:t xml:space="preserve"> сказал, что «ребенок в этом мире – иностранец; он не знает названий городов, направлений улиц; ему необходим гид, который вежливо ответит на</w:t>
      </w:r>
      <w:r w:rsidR="00750A63">
        <w:rPr>
          <w:sz w:val="28"/>
          <w:szCs w:val="28"/>
        </w:rPr>
        <w:t xml:space="preserve"> все его вопросы»… </w:t>
      </w:r>
    </w:p>
    <w:p w:rsidR="004B6960" w:rsidRDefault="00750A63" w:rsidP="0083587B">
      <w:pPr>
        <w:shd w:val="clear" w:color="auto" w:fill="FFFFFF"/>
        <w:spacing w:before="19"/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>Когда дети приходят</w:t>
      </w:r>
      <w:r w:rsidR="008D698D">
        <w:rPr>
          <w:sz w:val="28"/>
          <w:szCs w:val="28"/>
        </w:rPr>
        <w:t xml:space="preserve"> в первы</w:t>
      </w:r>
      <w:r>
        <w:rPr>
          <w:sz w:val="28"/>
          <w:szCs w:val="28"/>
        </w:rPr>
        <w:t>й класс, в школе они чувствуют</w:t>
      </w:r>
      <w:r w:rsidR="008D698D">
        <w:rPr>
          <w:sz w:val="28"/>
          <w:szCs w:val="28"/>
        </w:rPr>
        <w:t>, что оказались в другой ст</w:t>
      </w:r>
      <w:r>
        <w:rPr>
          <w:sz w:val="28"/>
          <w:szCs w:val="28"/>
        </w:rPr>
        <w:t>ране, они ещё плохо знают</w:t>
      </w:r>
      <w:r w:rsidR="008D698D">
        <w:rPr>
          <w:sz w:val="28"/>
          <w:szCs w:val="28"/>
        </w:rPr>
        <w:t xml:space="preserve"> её законы, и что эта страна из себя представляет. Но при этом наши </w:t>
      </w:r>
      <w:r>
        <w:rPr>
          <w:sz w:val="28"/>
          <w:szCs w:val="28"/>
        </w:rPr>
        <w:t>первоклассники понимают</w:t>
      </w:r>
      <w:r w:rsidR="008D698D">
        <w:rPr>
          <w:sz w:val="28"/>
          <w:szCs w:val="28"/>
        </w:rPr>
        <w:t xml:space="preserve">, что им надо к ней привыкнуть и научиться жить в этой новой стране, соблюдая новые правила. Это и называется </w:t>
      </w:r>
      <w:proofErr w:type="spellStart"/>
      <w:r w:rsidR="008D698D">
        <w:rPr>
          <w:sz w:val="28"/>
          <w:szCs w:val="28"/>
        </w:rPr>
        <w:t>адпаптацией</w:t>
      </w:r>
      <w:proofErr w:type="spellEnd"/>
      <w:r w:rsidR="008D698D">
        <w:rPr>
          <w:sz w:val="28"/>
          <w:szCs w:val="28"/>
        </w:rPr>
        <w:t xml:space="preserve"> первоклассников к новым услови</w:t>
      </w:r>
      <w:r w:rsidR="00080ADB">
        <w:rPr>
          <w:sz w:val="28"/>
          <w:szCs w:val="28"/>
        </w:rPr>
        <w:t xml:space="preserve">ям обучения в школе. </w:t>
      </w:r>
      <w:proofErr w:type="gramStart"/>
      <w:r w:rsidR="00080ADB">
        <w:rPr>
          <w:sz w:val="28"/>
          <w:szCs w:val="28"/>
        </w:rPr>
        <w:t xml:space="preserve">Как правило, успешно адаптируются те дети, которые имеют </w:t>
      </w:r>
      <w:r w:rsidR="00AD4194">
        <w:rPr>
          <w:sz w:val="28"/>
          <w:szCs w:val="28"/>
        </w:rPr>
        <w:t xml:space="preserve">физиологическую зрелость, </w:t>
      </w:r>
      <w:r w:rsidR="00080ADB">
        <w:rPr>
          <w:sz w:val="28"/>
          <w:szCs w:val="28"/>
        </w:rPr>
        <w:t xml:space="preserve">достаточный уровень </w:t>
      </w:r>
      <w:proofErr w:type="spellStart"/>
      <w:r w:rsidR="00080ADB">
        <w:rPr>
          <w:sz w:val="28"/>
          <w:szCs w:val="28"/>
        </w:rPr>
        <w:t>сформированности</w:t>
      </w:r>
      <w:proofErr w:type="spellEnd"/>
      <w:r w:rsidR="00080ADB">
        <w:rPr>
          <w:sz w:val="28"/>
          <w:szCs w:val="28"/>
        </w:rPr>
        <w:t xml:space="preserve"> познавательных процессов (памяти, внимания, мышления), произвольности</w:t>
      </w:r>
      <w:r w:rsidR="00AD4194">
        <w:rPr>
          <w:sz w:val="28"/>
          <w:szCs w:val="28"/>
        </w:rPr>
        <w:t xml:space="preserve">, умения слушать и следовать инструкции взрослого, от коммуникативных способностей ребенка (умеет ли он общаться и взаимодействовать с другими детьми и взрослыми), от эмоциональной зрелости, </w:t>
      </w:r>
      <w:r w:rsidR="00655676">
        <w:rPr>
          <w:sz w:val="28"/>
          <w:szCs w:val="28"/>
        </w:rPr>
        <w:t xml:space="preserve">от </w:t>
      </w:r>
      <w:r w:rsidR="00AD4194">
        <w:rPr>
          <w:sz w:val="28"/>
          <w:szCs w:val="28"/>
        </w:rPr>
        <w:t>позитивного настроя на процесс обучения и желания учиться.</w:t>
      </w:r>
      <w:proofErr w:type="gramEnd"/>
      <w:r w:rsidR="00AD4194">
        <w:rPr>
          <w:sz w:val="28"/>
          <w:szCs w:val="28"/>
        </w:rPr>
        <w:t xml:space="preserve"> </w:t>
      </w:r>
      <w:r w:rsidR="0083587B">
        <w:rPr>
          <w:color w:val="000000"/>
          <w:spacing w:val="-3"/>
          <w:sz w:val="28"/>
          <w:szCs w:val="28"/>
        </w:rPr>
        <w:t>Успешность адаптации</w:t>
      </w:r>
      <w:r w:rsidR="00AD4194">
        <w:rPr>
          <w:color w:val="000000"/>
          <w:spacing w:val="-3"/>
          <w:sz w:val="28"/>
          <w:szCs w:val="28"/>
        </w:rPr>
        <w:t xml:space="preserve"> </w:t>
      </w:r>
      <w:r w:rsidR="004B6960" w:rsidRPr="00A96A83">
        <w:rPr>
          <w:color w:val="000000"/>
          <w:spacing w:val="-4"/>
          <w:sz w:val="28"/>
          <w:szCs w:val="28"/>
        </w:rPr>
        <w:t xml:space="preserve">ребенка к школе </w:t>
      </w:r>
      <w:r w:rsidR="00AD4194">
        <w:rPr>
          <w:color w:val="000000"/>
          <w:spacing w:val="-4"/>
          <w:sz w:val="28"/>
          <w:szCs w:val="28"/>
        </w:rPr>
        <w:t xml:space="preserve">так же </w:t>
      </w:r>
      <w:r w:rsidR="004B6960" w:rsidRPr="00A96A83">
        <w:rPr>
          <w:color w:val="000000"/>
          <w:spacing w:val="-4"/>
          <w:sz w:val="28"/>
          <w:szCs w:val="28"/>
        </w:rPr>
        <w:t xml:space="preserve">во многом зависят от </w:t>
      </w:r>
      <w:r w:rsidR="0083587B">
        <w:rPr>
          <w:color w:val="000000"/>
          <w:spacing w:val="-4"/>
          <w:sz w:val="28"/>
          <w:szCs w:val="28"/>
        </w:rPr>
        <w:t xml:space="preserve">значимых </w:t>
      </w:r>
      <w:r w:rsidR="004B6960">
        <w:rPr>
          <w:color w:val="000000"/>
          <w:spacing w:val="-4"/>
          <w:sz w:val="28"/>
          <w:szCs w:val="28"/>
        </w:rPr>
        <w:t>взрослых</w:t>
      </w:r>
      <w:r w:rsidR="004B6960" w:rsidRPr="00A96A83">
        <w:rPr>
          <w:color w:val="000000"/>
          <w:spacing w:val="-4"/>
          <w:sz w:val="28"/>
          <w:szCs w:val="28"/>
        </w:rPr>
        <w:t xml:space="preserve">, </w:t>
      </w:r>
      <w:r w:rsidR="0083587B">
        <w:rPr>
          <w:color w:val="000000"/>
          <w:spacing w:val="-4"/>
          <w:sz w:val="28"/>
          <w:szCs w:val="28"/>
        </w:rPr>
        <w:t xml:space="preserve">какие эмоции мы выражаем по отношению к школе, как настраиваем на процесс обучения, как реагируем на различные школьные ситуации, </w:t>
      </w:r>
      <w:r w:rsidR="004B6960">
        <w:rPr>
          <w:color w:val="000000"/>
          <w:spacing w:val="-4"/>
          <w:sz w:val="28"/>
          <w:szCs w:val="28"/>
        </w:rPr>
        <w:t>как мы общаемся с</w:t>
      </w:r>
      <w:r w:rsidR="0083587B">
        <w:rPr>
          <w:color w:val="000000"/>
          <w:spacing w:val="-4"/>
          <w:sz w:val="28"/>
          <w:szCs w:val="28"/>
        </w:rPr>
        <w:t xml:space="preserve"> учителем и родителями одноклассников, какой показываем собственный пример.  В </w:t>
      </w:r>
      <w:r w:rsidR="004B6960" w:rsidRPr="00A96A83">
        <w:rPr>
          <w:color w:val="000000"/>
          <w:spacing w:val="-4"/>
          <w:sz w:val="28"/>
          <w:szCs w:val="28"/>
        </w:rPr>
        <w:t>наших силах сделать так, чтобы этот про</w:t>
      </w:r>
      <w:r w:rsidR="0083587B">
        <w:rPr>
          <w:color w:val="000000"/>
          <w:spacing w:val="-4"/>
          <w:sz w:val="28"/>
          <w:szCs w:val="28"/>
        </w:rPr>
        <w:t>цесс прошел для ребенка</w:t>
      </w:r>
      <w:r w:rsidR="004B6960" w:rsidRPr="00A96A83">
        <w:rPr>
          <w:color w:val="000000"/>
          <w:spacing w:val="-4"/>
          <w:sz w:val="28"/>
          <w:szCs w:val="28"/>
        </w:rPr>
        <w:t xml:space="preserve"> </w:t>
      </w:r>
      <w:r w:rsidR="0083587B">
        <w:rPr>
          <w:color w:val="000000"/>
          <w:spacing w:val="-3"/>
          <w:sz w:val="28"/>
          <w:szCs w:val="28"/>
        </w:rPr>
        <w:t xml:space="preserve">наиболее безболезненно и в дальнейшем </w:t>
      </w:r>
      <w:r w:rsidR="00655676">
        <w:rPr>
          <w:color w:val="000000"/>
          <w:spacing w:val="-3"/>
          <w:sz w:val="28"/>
          <w:szCs w:val="28"/>
        </w:rPr>
        <w:t xml:space="preserve">в </w:t>
      </w:r>
      <w:r w:rsidR="0083587B">
        <w:rPr>
          <w:color w:val="000000"/>
          <w:spacing w:val="-3"/>
          <w:sz w:val="28"/>
          <w:szCs w:val="28"/>
        </w:rPr>
        <w:t xml:space="preserve">обучении не появились </w:t>
      </w:r>
      <w:proofErr w:type="spellStart"/>
      <w:r w:rsidR="0083587B">
        <w:rPr>
          <w:color w:val="000000"/>
          <w:spacing w:val="-3"/>
          <w:sz w:val="28"/>
          <w:szCs w:val="28"/>
        </w:rPr>
        <w:t>дезадаптивные</w:t>
      </w:r>
      <w:proofErr w:type="spellEnd"/>
      <w:r w:rsidR="0083587B">
        <w:rPr>
          <w:color w:val="000000"/>
          <w:spacing w:val="-3"/>
          <w:sz w:val="28"/>
          <w:szCs w:val="28"/>
        </w:rPr>
        <w:t xml:space="preserve"> формы поведения.</w:t>
      </w:r>
    </w:p>
    <w:p w:rsidR="008D698D" w:rsidRDefault="00691E87" w:rsidP="008D698D">
      <w:pPr>
        <w:suppressAutoHyphens/>
        <w:ind w:firstLine="540"/>
        <w:jc w:val="both"/>
        <w:rPr>
          <w:sz w:val="28"/>
          <w:szCs w:val="28"/>
        </w:rPr>
      </w:pPr>
      <w:r w:rsidRPr="00010315">
        <w:rPr>
          <w:sz w:val="28"/>
          <w:szCs w:val="28"/>
        </w:rPr>
        <w:t xml:space="preserve">У каждого </w:t>
      </w:r>
      <w:r w:rsidR="00655676">
        <w:rPr>
          <w:sz w:val="28"/>
          <w:szCs w:val="28"/>
        </w:rPr>
        <w:t xml:space="preserve">первоклассника </w:t>
      </w:r>
      <w:r w:rsidRPr="00010315">
        <w:rPr>
          <w:sz w:val="28"/>
          <w:szCs w:val="28"/>
        </w:rPr>
        <w:t>динамика адаптации</w:t>
      </w:r>
      <w:r w:rsidR="008D698D" w:rsidRPr="00010315">
        <w:rPr>
          <w:sz w:val="28"/>
          <w:szCs w:val="28"/>
        </w:rPr>
        <w:t xml:space="preserve"> своя:</w:t>
      </w:r>
      <w:r w:rsidR="00655676">
        <w:rPr>
          <w:sz w:val="28"/>
          <w:szCs w:val="28"/>
        </w:rPr>
        <w:t xml:space="preserve"> одни дети быстро привыкают к школе, другие в среднем или медленном темпе. Встречается и</w:t>
      </w:r>
      <w:r w:rsidR="00447D8E">
        <w:rPr>
          <w:sz w:val="28"/>
          <w:szCs w:val="28"/>
        </w:rPr>
        <w:t xml:space="preserve"> </w:t>
      </w:r>
      <w:r w:rsidR="00655676">
        <w:rPr>
          <w:sz w:val="28"/>
          <w:szCs w:val="28"/>
        </w:rPr>
        <w:t>волнообразная динамика</w:t>
      </w:r>
      <w:r w:rsidR="008D698D" w:rsidRPr="00010315">
        <w:rPr>
          <w:sz w:val="28"/>
          <w:szCs w:val="28"/>
        </w:rPr>
        <w:t>, когда положительная динамика резко снижает</w:t>
      </w:r>
      <w:r w:rsidR="00655676">
        <w:rPr>
          <w:sz w:val="28"/>
          <w:szCs w:val="28"/>
        </w:rPr>
        <w:t>ся, а потом может опять повышать</w:t>
      </w:r>
      <w:r w:rsidR="008D698D" w:rsidRPr="00010315">
        <w:rPr>
          <w:sz w:val="28"/>
          <w:szCs w:val="28"/>
        </w:rPr>
        <w:t>ся.</w:t>
      </w:r>
    </w:p>
    <w:p w:rsidR="008D698D" w:rsidRDefault="008D698D" w:rsidP="008D698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каких же направлениях необходимо работать, как и чем мы можем помочь детям для дальнейшего их благоприятного развития и обучения во втором классе, да и в целом в начальной школе. Потому как мы знаем, что со второго класса начинается система оценивания, которая иногда оказывает болезненной не только для детей, но и для родителей. Долгие переживания приводят к безразличию  или стрессовому состоянию, и не способности правильно решить возникшие трудности, связанные со школой. </w:t>
      </w:r>
    </w:p>
    <w:p w:rsidR="008D698D" w:rsidRDefault="00691E87" w:rsidP="008D698D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можно сделать, </w:t>
      </w:r>
      <w:r w:rsidR="008D698D" w:rsidRPr="00B3687D">
        <w:rPr>
          <w:sz w:val="28"/>
          <w:szCs w:val="28"/>
        </w:rPr>
        <w:t>чтобы</w:t>
      </w:r>
      <w:r w:rsidR="008D698D">
        <w:rPr>
          <w:sz w:val="28"/>
          <w:szCs w:val="28"/>
        </w:rPr>
        <w:t xml:space="preserve"> постараться предупредить трудности</w:t>
      </w:r>
      <w:r w:rsidR="008D698D" w:rsidRPr="00B3687D">
        <w:rPr>
          <w:sz w:val="28"/>
          <w:szCs w:val="28"/>
        </w:rPr>
        <w:t>, которые могут возникнуть с нашими детьми.</w:t>
      </w:r>
    </w:p>
    <w:p w:rsidR="008D698D" w:rsidRDefault="008D698D" w:rsidP="008D698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Самые большие переживания у родителей вызывает успеваемость ребенка. </w:t>
      </w:r>
      <w:r w:rsidR="00691E87">
        <w:rPr>
          <w:sz w:val="28"/>
          <w:szCs w:val="28"/>
        </w:rPr>
        <w:t xml:space="preserve">От чего зависит успеваемость? </w:t>
      </w:r>
      <w:r>
        <w:rPr>
          <w:sz w:val="28"/>
          <w:szCs w:val="28"/>
        </w:rPr>
        <w:t xml:space="preserve">Хорошо сформированные познавательные процессы помогают ребенку легко усваивать учебный материал. Но необходимо отметить, что большой процент успеваемости еще зависит от сформированной самостоятельности у ребенка, от  понимания, что учиться необходимо и важно. Помогать формированию самостоятельности ребенка надо уже до школы. В первом классе уделить этому особое внимание. Потому как со второго класса </w:t>
      </w:r>
      <w:r>
        <w:rPr>
          <w:sz w:val="28"/>
          <w:szCs w:val="28"/>
        </w:rPr>
        <w:lastRenderedPageBreak/>
        <w:t>начинается обязательное выполне</w:t>
      </w:r>
      <w:r w:rsidR="00691E87">
        <w:rPr>
          <w:sz w:val="28"/>
          <w:szCs w:val="28"/>
        </w:rPr>
        <w:t>ние домашних заданий. В первом классе домашнее задание носи</w:t>
      </w:r>
      <w:r>
        <w:rPr>
          <w:sz w:val="28"/>
          <w:szCs w:val="28"/>
        </w:rPr>
        <w:t xml:space="preserve">т рекомендательный характер, но если их </w:t>
      </w:r>
      <w:r w:rsidR="00691E87">
        <w:rPr>
          <w:sz w:val="28"/>
          <w:szCs w:val="28"/>
        </w:rPr>
        <w:t xml:space="preserve">полностью </w:t>
      </w:r>
      <w:r>
        <w:rPr>
          <w:sz w:val="28"/>
          <w:szCs w:val="28"/>
        </w:rPr>
        <w:t>исключить в первом класс</w:t>
      </w:r>
      <w:r w:rsidR="00691E87">
        <w:rPr>
          <w:sz w:val="28"/>
          <w:szCs w:val="28"/>
        </w:rPr>
        <w:t>е, то во втором появятся значительные</w:t>
      </w:r>
      <w:r>
        <w:rPr>
          <w:sz w:val="28"/>
          <w:szCs w:val="28"/>
        </w:rPr>
        <w:t xml:space="preserve"> трудности. Важно отметить, что самостоятельность ребенка не подразумевает то, что надо бросить все на самотек и пусть ребенок развивает свою самостоятельность сам.  </w:t>
      </w:r>
    </w:p>
    <w:p w:rsidR="008D698D" w:rsidRDefault="008D698D" w:rsidP="008D698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Самостоятельность формируется в простых жизненных ситуациях, в совместной деятельности, когда мы делаем вместе с ребенком, а не за ребенка. Важно, чтобы совместная деятельность проходила быстро, весело, без предварительной раскачки, без утомительных пауз. Для ребенка каждая минута тянется в пять раз длиннее. Например. С мамой </w:t>
      </w:r>
      <w:proofErr w:type="gramStart"/>
      <w:r>
        <w:rPr>
          <w:sz w:val="28"/>
          <w:szCs w:val="28"/>
        </w:rPr>
        <w:t>моем</w:t>
      </w:r>
      <w:proofErr w:type="gramEnd"/>
      <w:r>
        <w:rPr>
          <w:sz w:val="28"/>
          <w:szCs w:val="28"/>
        </w:rPr>
        <w:t xml:space="preserve"> посуду: мама моет, ребенок вытирает. Помогаем папе что-то чинить: папа чинит, ребенок</w:t>
      </w:r>
      <w:r w:rsidR="00655676">
        <w:rPr>
          <w:sz w:val="28"/>
          <w:szCs w:val="28"/>
        </w:rPr>
        <w:t xml:space="preserve"> подает необходимые инструменты</w:t>
      </w:r>
      <w:r>
        <w:rPr>
          <w:sz w:val="28"/>
          <w:szCs w:val="28"/>
        </w:rPr>
        <w:t>. Вместе читаем: страницу взрослый, страницу ребенок.</w:t>
      </w:r>
    </w:p>
    <w:p w:rsidR="008D698D" w:rsidRDefault="008D698D" w:rsidP="008D698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Важно научить ребенка быстро переключаться с одного дела, на другое. Но при этом за несколько минут до изменения деятельности надо ребенка предупредить. Например, заканчивай игру, через 3 минуты начнем учить стихотворение. Недопустимо  позволять ребенку игнорировать родительские указания. Необходимо приучить ребенка отделять свободное время от времени, когда он занят серьезной работой. Тогда у ребенка не будет возникать желания полежать на парте во время урока, поговорить с другими детьми.</w:t>
      </w:r>
    </w:p>
    <w:p w:rsidR="008D698D" w:rsidRDefault="008D698D" w:rsidP="008D698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Важно отметить, что в организации учебного труда школьник</w:t>
      </w:r>
      <w:r w:rsidR="00010315">
        <w:rPr>
          <w:sz w:val="28"/>
          <w:szCs w:val="28"/>
        </w:rPr>
        <w:t>а играет важную роль режим дня, часто</w:t>
      </w:r>
      <w:r>
        <w:rPr>
          <w:sz w:val="28"/>
          <w:szCs w:val="28"/>
        </w:rPr>
        <w:t xml:space="preserve"> хорошо учится тот, у кого есть твердо установленное время для приготовления уроков. При этом отметим, что у каждого ребенка оно своё: кому то надо мало времени для отдыха после школы, кому-то больше. </w:t>
      </w:r>
    </w:p>
    <w:p w:rsidR="008D698D" w:rsidRPr="00F64391" w:rsidRDefault="008D698D" w:rsidP="008D698D">
      <w:pPr>
        <w:ind w:firstLine="360"/>
        <w:jc w:val="both"/>
        <w:rPr>
          <w:sz w:val="28"/>
          <w:szCs w:val="28"/>
        </w:rPr>
      </w:pPr>
      <w:r w:rsidRPr="00F64391">
        <w:rPr>
          <w:sz w:val="28"/>
          <w:szCs w:val="28"/>
        </w:rPr>
        <w:t>Ребёнок должен садиться за урок</w:t>
      </w:r>
      <w:r>
        <w:rPr>
          <w:sz w:val="28"/>
          <w:szCs w:val="28"/>
        </w:rPr>
        <w:t xml:space="preserve">и не только в </w:t>
      </w:r>
      <w:proofErr w:type="gramStart"/>
      <w:r>
        <w:rPr>
          <w:sz w:val="28"/>
          <w:szCs w:val="28"/>
        </w:rPr>
        <w:t>одно и тоже</w:t>
      </w:r>
      <w:proofErr w:type="gramEnd"/>
      <w:r>
        <w:rPr>
          <w:sz w:val="28"/>
          <w:szCs w:val="28"/>
        </w:rPr>
        <w:t xml:space="preserve"> время, н</w:t>
      </w:r>
      <w:r w:rsidRPr="00F64391">
        <w:rPr>
          <w:sz w:val="28"/>
          <w:szCs w:val="28"/>
        </w:rPr>
        <w:t>о и на постоянное рабочее место. И если жилищные условия не позволяют предоставить школьнику отдельный письменный стол и книжный шкаф, то всё равно нужно выделить какое-то постоянное место, где он будет держать книги и тетради. Если ребёнок вынужден заниматься за общим столом, то никто не должен ему мешать и отвлекать  от занятий. Постепенно вырабатывается установка на определённое время и место работы. Если такая установка у ребёнка сформирована, то ему достаточно усесться за привычный стол, как приходит рабочее настроение и   возникает желание приступить к работе</w:t>
      </w:r>
      <w:r>
        <w:rPr>
          <w:sz w:val="28"/>
          <w:szCs w:val="28"/>
        </w:rPr>
        <w:t>. На рабочем столе ничего не должно отвлекать. Телевизор и другие раздражители должны быть выключены.</w:t>
      </w:r>
    </w:p>
    <w:p w:rsidR="008D698D" w:rsidRPr="00F64391" w:rsidRDefault="008D698D" w:rsidP="008D698D">
      <w:pPr>
        <w:ind w:firstLine="540"/>
        <w:jc w:val="both"/>
        <w:rPr>
          <w:sz w:val="28"/>
          <w:szCs w:val="28"/>
        </w:rPr>
      </w:pPr>
      <w:r w:rsidRPr="00F64391">
        <w:rPr>
          <w:sz w:val="28"/>
          <w:szCs w:val="28"/>
        </w:rPr>
        <w:t>Помните, что время выполнения уроков – священно и неприкосновенно, поэтому отрывать ребёнка от занятий (будь то срочная помощь на кухне или поход в магазин за хлебом) вы уже не имеете пр</w:t>
      </w:r>
      <w:r>
        <w:rPr>
          <w:sz w:val="28"/>
          <w:szCs w:val="28"/>
        </w:rPr>
        <w:t>ава.</w:t>
      </w:r>
      <w:r w:rsidRPr="00F64391">
        <w:rPr>
          <w:sz w:val="28"/>
          <w:szCs w:val="28"/>
        </w:rPr>
        <w:br/>
        <w:t>В каком порядке следует выполнять задания? Если ребёнок сразу включается в работу, ему целесообразно делать сначала наиболее трудные уроки и постепенно приходить к наиболее лёгким, требующим м</w:t>
      </w:r>
      <w:r>
        <w:rPr>
          <w:sz w:val="28"/>
          <w:szCs w:val="28"/>
        </w:rPr>
        <w:t>еньшего умственного напряжения.</w:t>
      </w:r>
      <w:r w:rsidRPr="00F64391">
        <w:rPr>
          <w:sz w:val="28"/>
          <w:szCs w:val="28"/>
        </w:rPr>
        <w:br/>
        <w:t>Если ученик втягивается в работу медленно, то ему следовало бы начать с более привлекательных для него занятий. Самую трудную работу отнести на середину, или на вторую половину занятий, т.к. у ребёнка на это время приходится наивысший подъём умственной работы.</w:t>
      </w:r>
    </w:p>
    <w:p w:rsidR="008D698D" w:rsidRPr="00F64391" w:rsidRDefault="008D698D" w:rsidP="008D698D">
      <w:pPr>
        <w:ind w:firstLine="360"/>
        <w:jc w:val="both"/>
        <w:rPr>
          <w:sz w:val="28"/>
          <w:szCs w:val="28"/>
        </w:rPr>
      </w:pPr>
      <w:r w:rsidRPr="00F64391">
        <w:rPr>
          <w:sz w:val="28"/>
          <w:szCs w:val="28"/>
        </w:rPr>
        <w:t>Постарайтесь не спешить отвечать на вопросы ребенка и сразу начинать объяснение того, что он не понял, дайте ребенку возможность подумать самому. Если мы начинаем делать за ребенка, то у него формируется «интеллектуальная пассивность», т.е. ребенок не глупый от природы, но не умеет думать из-за собственной лени.</w:t>
      </w:r>
      <w:r>
        <w:rPr>
          <w:sz w:val="28"/>
          <w:szCs w:val="28"/>
        </w:rPr>
        <w:t xml:space="preserve"> После выполнения задания дайте ребенку возможность проверить </w:t>
      </w:r>
      <w:proofErr w:type="gramStart"/>
      <w:r>
        <w:rPr>
          <w:sz w:val="28"/>
          <w:szCs w:val="28"/>
        </w:rPr>
        <w:t>выполненное</w:t>
      </w:r>
      <w:proofErr w:type="gramEnd"/>
      <w:r>
        <w:rPr>
          <w:sz w:val="28"/>
          <w:szCs w:val="28"/>
        </w:rPr>
        <w:t xml:space="preserve"> самому.</w:t>
      </w:r>
    </w:p>
    <w:p w:rsidR="008D698D" w:rsidRPr="00F64391" w:rsidRDefault="008D698D" w:rsidP="008D698D">
      <w:pPr>
        <w:ind w:firstLine="360"/>
        <w:jc w:val="both"/>
        <w:rPr>
          <w:sz w:val="28"/>
          <w:szCs w:val="28"/>
        </w:rPr>
      </w:pPr>
      <w:r w:rsidRPr="00F64391">
        <w:rPr>
          <w:sz w:val="28"/>
          <w:szCs w:val="28"/>
        </w:rPr>
        <w:lastRenderedPageBreak/>
        <w:t>Если же ребёнку с трудом даётся учёба и выполнение заданий вызывает много трудностей, то первоначально за учёбу придётся родителям сесть вместе с ребенком. Не пытайтесь решить этот сложный вопрос криком и  нотациями.</w:t>
      </w:r>
      <w:r>
        <w:rPr>
          <w:sz w:val="28"/>
          <w:szCs w:val="28"/>
        </w:rPr>
        <w:t xml:space="preserve"> В нейропсихологии есть понятие «Якорь», когда эмоции накладываются на ситуацию. Если во время выполнения заданий ребенок будет</w:t>
      </w:r>
      <w:r w:rsidRPr="00F643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получать постоянно негатив, то он  </w:t>
      </w:r>
      <w:proofErr w:type="gramStart"/>
      <w:r>
        <w:rPr>
          <w:sz w:val="28"/>
          <w:szCs w:val="28"/>
        </w:rPr>
        <w:t>возненавидит учебу и сам не</w:t>
      </w:r>
      <w:proofErr w:type="gramEnd"/>
      <w:r>
        <w:rPr>
          <w:sz w:val="28"/>
          <w:szCs w:val="28"/>
        </w:rPr>
        <w:t xml:space="preserve"> будет понимать почему. </w:t>
      </w:r>
      <w:r w:rsidRPr="00F64391">
        <w:rPr>
          <w:sz w:val="28"/>
          <w:szCs w:val="28"/>
        </w:rPr>
        <w:t xml:space="preserve">Запаситесь терпением, усаживаясь вместе с ребёнком за уроки, сделайте слова </w:t>
      </w:r>
      <w:proofErr w:type="spellStart"/>
      <w:r w:rsidRPr="00F64391">
        <w:rPr>
          <w:sz w:val="28"/>
          <w:szCs w:val="28"/>
        </w:rPr>
        <w:t>Карлсона</w:t>
      </w:r>
      <w:proofErr w:type="spellEnd"/>
      <w:r w:rsidRPr="00F64391">
        <w:rPr>
          <w:sz w:val="28"/>
          <w:szCs w:val="28"/>
        </w:rPr>
        <w:t xml:space="preserve"> своим девизом. «Спокойствие, мой друг, только спокойствие!»</w:t>
      </w:r>
      <w:r>
        <w:rPr>
          <w:sz w:val="28"/>
          <w:szCs w:val="28"/>
        </w:rPr>
        <w:t>. И ни</w:t>
      </w:r>
      <w:r w:rsidRPr="00F64391">
        <w:rPr>
          <w:sz w:val="28"/>
          <w:szCs w:val="28"/>
        </w:rPr>
        <w:t xml:space="preserve"> в коем случае</w:t>
      </w:r>
      <w:r>
        <w:rPr>
          <w:sz w:val="28"/>
          <w:szCs w:val="28"/>
        </w:rPr>
        <w:t>,</w:t>
      </w:r>
      <w:r w:rsidRPr="00F64391">
        <w:rPr>
          <w:sz w:val="28"/>
          <w:szCs w:val="28"/>
        </w:rPr>
        <w:t xml:space="preserve"> не выполняем задания за ребенка, от такой помощи только вред. </w:t>
      </w:r>
      <w:r w:rsidRPr="00F64391">
        <w:rPr>
          <w:sz w:val="28"/>
          <w:szCs w:val="28"/>
        </w:rPr>
        <w:br/>
        <w:t>Объясняя что-то ребёнку, не позволяйте себе ироничных высказываний в его адрес. Самое безобидное, на ваш взгляд, сравнение может вызвать сильную обиду. Если постоянно наз</w:t>
      </w:r>
      <w:r w:rsidR="00560755">
        <w:rPr>
          <w:sz w:val="28"/>
          <w:szCs w:val="28"/>
        </w:rPr>
        <w:t>ывать ребёнка «глупым, ленивым</w:t>
      </w:r>
      <w:r w:rsidRPr="00F64391">
        <w:rPr>
          <w:sz w:val="28"/>
          <w:szCs w:val="28"/>
        </w:rPr>
        <w:t>, бестолковым», в конце концов, он поверит в это. Поддержите ребёнка в его желании стать школьником и добиться успеха. Будьте искренне заинтересованы в его школьных делах и заботах. В любом деле находите то, за что можно похвалить и морально поддержать. Дайте ребёнку почувствовать значимость своей деятельности (это способствует повышению самооценки, развивает уверенность в себе). Научите ребёнка делиться своими радостями и переживаниями.</w:t>
      </w:r>
    </w:p>
    <w:p w:rsidR="008D698D" w:rsidRPr="00F64391" w:rsidRDefault="008D698D" w:rsidP="008D698D">
      <w:pPr>
        <w:ind w:firstLine="360"/>
        <w:jc w:val="both"/>
        <w:rPr>
          <w:sz w:val="28"/>
          <w:szCs w:val="28"/>
        </w:rPr>
      </w:pPr>
      <w:r w:rsidRPr="00F64391">
        <w:rPr>
          <w:sz w:val="28"/>
          <w:szCs w:val="28"/>
        </w:rPr>
        <w:t xml:space="preserve">Важно </w:t>
      </w:r>
      <w:r w:rsidR="00560755">
        <w:rPr>
          <w:sz w:val="28"/>
          <w:szCs w:val="28"/>
        </w:rPr>
        <w:t xml:space="preserve">еще раз </w:t>
      </w:r>
      <w:r w:rsidRPr="00F64391">
        <w:rPr>
          <w:sz w:val="28"/>
          <w:szCs w:val="28"/>
        </w:rPr>
        <w:t xml:space="preserve">отметить, что если ребенок идет в школу с удовольствием, то и в школе он работает более успешно. Как поступать, чтобы не отбить желание у ребенка идти в школу? </w:t>
      </w:r>
      <w:r>
        <w:rPr>
          <w:sz w:val="28"/>
          <w:szCs w:val="28"/>
        </w:rPr>
        <w:t> </w:t>
      </w:r>
      <w:r w:rsidRPr="00F64391">
        <w:rPr>
          <w:sz w:val="28"/>
          <w:szCs w:val="28"/>
        </w:rPr>
        <w:br/>
        <w:t xml:space="preserve">   1. Не говорите о школе плохо, не критикуйте учителей в присутствии детей. Учитель для ребенка на этом возрастном этапе вторая мама. Здесь не должно быть обиды или ревности, если ребенок приводит учителя в пример. Если мы </w:t>
      </w:r>
      <w:r>
        <w:rPr>
          <w:sz w:val="28"/>
          <w:szCs w:val="28"/>
        </w:rPr>
        <w:t>выражаем негатив, подпитываем этим негативом</w:t>
      </w:r>
      <w:r w:rsidRPr="00F64391">
        <w:rPr>
          <w:sz w:val="28"/>
          <w:szCs w:val="28"/>
        </w:rPr>
        <w:t xml:space="preserve"> ребенка, то</w:t>
      </w:r>
      <w:r>
        <w:rPr>
          <w:sz w:val="28"/>
          <w:szCs w:val="28"/>
        </w:rPr>
        <w:t xml:space="preserve"> ребенок не знает, что делать,</w:t>
      </w:r>
      <w:r w:rsidRPr="00F64391">
        <w:rPr>
          <w:sz w:val="28"/>
          <w:szCs w:val="28"/>
        </w:rPr>
        <w:t xml:space="preserve"> это формирует</w:t>
      </w:r>
      <w:r>
        <w:rPr>
          <w:sz w:val="28"/>
          <w:szCs w:val="28"/>
        </w:rPr>
        <w:t xml:space="preserve"> у него</w:t>
      </w:r>
      <w:r w:rsidRPr="00F64391">
        <w:rPr>
          <w:sz w:val="28"/>
          <w:szCs w:val="28"/>
        </w:rPr>
        <w:t xml:space="preserve"> </w:t>
      </w:r>
      <w:proofErr w:type="spellStart"/>
      <w:r w:rsidRPr="00F64391">
        <w:rPr>
          <w:sz w:val="28"/>
          <w:szCs w:val="28"/>
        </w:rPr>
        <w:t>внутриличностный</w:t>
      </w:r>
      <w:proofErr w:type="spellEnd"/>
      <w:r w:rsidRPr="00F64391">
        <w:rPr>
          <w:sz w:val="28"/>
          <w:szCs w:val="28"/>
        </w:rPr>
        <w:t xml:space="preserve"> конфликт, нарушаются законы его возрастного развития. Здесь и начинается </w:t>
      </w:r>
      <w:proofErr w:type="spellStart"/>
      <w:r w:rsidRPr="00F64391">
        <w:rPr>
          <w:sz w:val="28"/>
          <w:szCs w:val="28"/>
        </w:rPr>
        <w:t>дезадаптация</w:t>
      </w:r>
      <w:proofErr w:type="spellEnd"/>
      <w:r w:rsidRPr="00F64391">
        <w:rPr>
          <w:sz w:val="28"/>
          <w:szCs w:val="28"/>
        </w:rPr>
        <w:t>, плохое поведение. Ребенок попадает в ситуацию не разрешимую для него</w:t>
      </w:r>
      <w:r>
        <w:rPr>
          <w:sz w:val="28"/>
          <w:szCs w:val="28"/>
        </w:rPr>
        <w:t>,</w:t>
      </w:r>
      <w:r w:rsidRPr="00F64391">
        <w:rPr>
          <w:sz w:val="28"/>
          <w:szCs w:val="28"/>
        </w:rPr>
        <w:t xml:space="preserve"> как ребенка.</w:t>
      </w:r>
    </w:p>
    <w:p w:rsidR="008D698D" w:rsidRPr="00F64391" w:rsidRDefault="008D698D" w:rsidP="008D698D">
      <w:pPr>
        <w:ind w:firstLine="360"/>
        <w:jc w:val="both"/>
        <w:rPr>
          <w:sz w:val="28"/>
          <w:szCs w:val="28"/>
        </w:rPr>
      </w:pPr>
      <w:r w:rsidRPr="00F64391">
        <w:rPr>
          <w:sz w:val="28"/>
          <w:szCs w:val="28"/>
        </w:rPr>
        <w:t>   2. Не спешите обвинять учителя в отсутствии индивидуального подхода. Помните, что индивидуальность</w:t>
      </w:r>
      <w:r>
        <w:rPr>
          <w:sz w:val="28"/>
          <w:szCs w:val="28"/>
        </w:rPr>
        <w:t xml:space="preserve"> ребенка не предполагает, что ребенок может не соблюдать</w:t>
      </w:r>
      <w:r w:rsidRPr="00F64391">
        <w:rPr>
          <w:sz w:val="28"/>
          <w:szCs w:val="28"/>
        </w:rPr>
        <w:t xml:space="preserve"> правила поведения на уроках и переменах, не в</w:t>
      </w:r>
      <w:r>
        <w:rPr>
          <w:sz w:val="28"/>
          <w:szCs w:val="28"/>
        </w:rPr>
        <w:t>ыполнять требования учителя. П</w:t>
      </w:r>
      <w:r w:rsidRPr="00F64391">
        <w:rPr>
          <w:sz w:val="28"/>
          <w:szCs w:val="28"/>
        </w:rPr>
        <w:t xml:space="preserve">режде всего, индивидуальность  заключается в том, что ребенок культурно может </w:t>
      </w:r>
      <w:proofErr w:type="spellStart"/>
      <w:r w:rsidRPr="00F64391">
        <w:rPr>
          <w:sz w:val="28"/>
          <w:szCs w:val="28"/>
        </w:rPr>
        <w:t>самовыразит</w:t>
      </w:r>
      <w:r>
        <w:rPr>
          <w:sz w:val="28"/>
          <w:szCs w:val="28"/>
        </w:rPr>
        <w:t>ь</w:t>
      </w:r>
      <w:r w:rsidRPr="00F64391">
        <w:rPr>
          <w:sz w:val="28"/>
          <w:szCs w:val="28"/>
        </w:rPr>
        <w:t>ся</w:t>
      </w:r>
      <w:proofErr w:type="spellEnd"/>
      <w:r w:rsidRPr="00F64391">
        <w:rPr>
          <w:sz w:val="28"/>
          <w:szCs w:val="28"/>
        </w:rPr>
        <w:t xml:space="preserve"> через успеваемость, поделки, рисунки, спорт и другие сферы школьной жизни.</w:t>
      </w:r>
      <w:r w:rsidRPr="00F64391">
        <w:rPr>
          <w:sz w:val="28"/>
          <w:szCs w:val="28"/>
        </w:rPr>
        <w:br/>
        <w:t>   3. В случае конфликтной ситуации в школе постарайтесь устранить её, не обсуждая все подробности с ребёнком. Не копите в себе все недовольство годами. Не понятно поведение родителя, когда в четвертом классе он высказывает то, чем он был не доволен в первом класс</w:t>
      </w:r>
      <w:r>
        <w:rPr>
          <w:sz w:val="28"/>
          <w:szCs w:val="28"/>
        </w:rPr>
        <w:t>е</w:t>
      </w:r>
      <w:r w:rsidRPr="00F64391">
        <w:rPr>
          <w:sz w:val="28"/>
          <w:szCs w:val="28"/>
        </w:rPr>
        <w:t>. Научитесь спокойно реагировать на замечания учителя, принимать их для того, чтобы понять</w:t>
      </w:r>
      <w:r>
        <w:rPr>
          <w:sz w:val="28"/>
          <w:szCs w:val="28"/>
        </w:rPr>
        <w:t>,</w:t>
      </w:r>
      <w:r w:rsidRPr="00F64391">
        <w:rPr>
          <w:sz w:val="28"/>
          <w:szCs w:val="28"/>
        </w:rPr>
        <w:t xml:space="preserve"> как помочь ребенку</w:t>
      </w:r>
      <w:r>
        <w:rPr>
          <w:sz w:val="28"/>
          <w:szCs w:val="28"/>
        </w:rPr>
        <w:t xml:space="preserve"> исправиться</w:t>
      </w:r>
      <w:r w:rsidRPr="00F64391">
        <w:rPr>
          <w:sz w:val="28"/>
          <w:szCs w:val="28"/>
        </w:rPr>
        <w:t>.</w:t>
      </w:r>
      <w:r>
        <w:rPr>
          <w:sz w:val="28"/>
          <w:szCs w:val="28"/>
        </w:rPr>
        <w:t xml:space="preserve"> Если, что то не понятно, вы всегда можете поговорить с учителем, он разъяснит ситуацию.</w:t>
      </w:r>
      <w:r w:rsidRPr="00F64391">
        <w:rPr>
          <w:sz w:val="28"/>
          <w:szCs w:val="28"/>
        </w:rPr>
        <w:t xml:space="preserve"> Недопустимо, когда родитель начинает учить учителя как учить. Только представ</w:t>
      </w:r>
      <w:r>
        <w:rPr>
          <w:sz w:val="28"/>
          <w:szCs w:val="28"/>
        </w:rPr>
        <w:t>ь</w:t>
      </w:r>
      <w:r w:rsidRPr="00F64391">
        <w:rPr>
          <w:sz w:val="28"/>
          <w:szCs w:val="28"/>
        </w:rPr>
        <w:t>те, что учитель пришел к вам на работу, например в столовую</w:t>
      </w:r>
      <w:r>
        <w:rPr>
          <w:sz w:val="28"/>
          <w:szCs w:val="28"/>
        </w:rPr>
        <w:t>,</w:t>
      </w:r>
      <w:r w:rsidRPr="00F64391">
        <w:rPr>
          <w:sz w:val="28"/>
          <w:szCs w:val="28"/>
        </w:rPr>
        <w:t xml:space="preserve"> и начинает учить</w:t>
      </w:r>
      <w:r>
        <w:rPr>
          <w:sz w:val="28"/>
          <w:szCs w:val="28"/>
        </w:rPr>
        <w:t>,</w:t>
      </w:r>
      <w:r w:rsidRPr="00F64391">
        <w:rPr>
          <w:sz w:val="28"/>
          <w:szCs w:val="28"/>
        </w:rPr>
        <w:t xml:space="preserve"> как варить борщ. Он же знает, он </w:t>
      </w:r>
      <w:r>
        <w:rPr>
          <w:sz w:val="28"/>
          <w:szCs w:val="28"/>
        </w:rPr>
        <w:t>тоже дома готовил. Но мы уже за</w:t>
      </w:r>
      <w:r w:rsidRPr="00F64391">
        <w:rPr>
          <w:sz w:val="28"/>
          <w:szCs w:val="28"/>
        </w:rPr>
        <w:t xml:space="preserve">ранее знаем о его провале. Ведь готовил он на одну семью. Сделать расчет ингредиентов не так просто </w:t>
      </w:r>
      <w:r>
        <w:rPr>
          <w:sz w:val="28"/>
          <w:szCs w:val="28"/>
        </w:rPr>
        <w:t xml:space="preserve">на </w:t>
      </w:r>
      <w:r w:rsidRPr="00F64391">
        <w:rPr>
          <w:sz w:val="28"/>
          <w:szCs w:val="28"/>
        </w:rPr>
        <w:t xml:space="preserve">сто человек и </w:t>
      </w:r>
      <w:r>
        <w:rPr>
          <w:sz w:val="28"/>
          <w:szCs w:val="28"/>
        </w:rPr>
        <w:t xml:space="preserve">при этом </w:t>
      </w:r>
      <w:r w:rsidRPr="00F64391">
        <w:rPr>
          <w:sz w:val="28"/>
          <w:szCs w:val="28"/>
        </w:rPr>
        <w:t xml:space="preserve">приготовить вкусно. </w:t>
      </w:r>
    </w:p>
    <w:p w:rsidR="008D698D" w:rsidRPr="00F64391" w:rsidRDefault="008D698D" w:rsidP="008D698D">
      <w:pPr>
        <w:ind w:firstLine="360"/>
        <w:jc w:val="both"/>
        <w:rPr>
          <w:sz w:val="28"/>
          <w:szCs w:val="28"/>
        </w:rPr>
      </w:pPr>
      <w:r w:rsidRPr="00F64391">
        <w:rPr>
          <w:sz w:val="28"/>
          <w:szCs w:val="28"/>
        </w:rPr>
        <w:t xml:space="preserve">Чтобы ребенок ходил в школу с удовольствием  </w:t>
      </w:r>
      <w:r w:rsidRPr="00F64391">
        <w:rPr>
          <w:sz w:val="28"/>
          <w:szCs w:val="28"/>
        </w:rPr>
        <w:br/>
        <w:t>   4. Следите, чтобы Ваш ребёнок вовремя ложился спать. Не выспавшийся ребёнок – грустное зрелище.</w:t>
      </w:r>
      <w:r w:rsidRPr="00F64391">
        <w:rPr>
          <w:sz w:val="28"/>
          <w:szCs w:val="28"/>
        </w:rPr>
        <w:br/>
        <w:t xml:space="preserve">   5. Пусть Ваш ребёнок видит, что Вы интересуетесь его заданиями, книгами, </w:t>
      </w:r>
      <w:r w:rsidRPr="00F64391">
        <w:rPr>
          <w:sz w:val="28"/>
          <w:szCs w:val="28"/>
        </w:rPr>
        <w:lastRenderedPageBreak/>
        <w:t>которые он приносит из школы.</w:t>
      </w:r>
      <w:r w:rsidRPr="00F64391">
        <w:rPr>
          <w:sz w:val="28"/>
          <w:szCs w:val="28"/>
        </w:rPr>
        <w:br/>
      </w:r>
      <w:r w:rsidR="00560755">
        <w:rPr>
          <w:sz w:val="28"/>
          <w:szCs w:val="28"/>
        </w:rPr>
        <w:t>  </w:t>
      </w:r>
      <w:r w:rsidRPr="00F64391">
        <w:rPr>
          <w:sz w:val="28"/>
          <w:szCs w:val="28"/>
        </w:rPr>
        <w:t>6. Учите ребёнка выражать мысли письменно: обменивайтесь с ним записками, пишите вместе письма.</w:t>
      </w:r>
      <w:r w:rsidRPr="00F64391">
        <w:rPr>
          <w:sz w:val="28"/>
          <w:szCs w:val="28"/>
        </w:rPr>
        <w:br/>
        <w:t xml:space="preserve">       Если ребёнок рассказал Вам о событии, которое произвело на него впечатление, то предложите ему записать этот рассказ, а вечером </w:t>
      </w:r>
      <w:r w:rsidR="00560755">
        <w:rPr>
          <w:sz w:val="28"/>
          <w:szCs w:val="28"/>
        </w:rPr>
        <w:t>прочитать всем членам семьи.</w:t>
      </w:r>
      <w:r w:rsidR="00560755">
        <w:rPr>
          <w:sz w:val="28"/>
          <w:szCs w:val="28"/>
        </w:rPr>
        <w:br/>
        <w:t>  7</w:t>
      </w:r>
      <w:r w:rsidRPr="00F64391">
        <w:rPr>
          <w:sz w:val="28"/>
          <w:szCs w:val="28"/>
        </w:rPr>
        <w:t>. Принимайте участие в жизни класса и школы. Ребёнку приятно, если его школа станет частью Вашей   ж</w:t>
      </w:r>
      <w:r>
        <w:rPr>
          <w:sz w:val="28"/>
          <w:szCs w:val="28"/>
        </w:rPr>
        <w:t>изни.</w:t>
      </w:r>
    </w:p>
    <w:p w:rsidR="008D698D" w:rsidRPr="00942F5D" w:rsidRDefault="008D698D" w:rsidP="008D698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Так же о</w:t>
      </w:r>
      <w:r w:rsidRPr="00942F5D">
        <w:rPr>
          <w:sz w:val="28"/>
          <w:szCs w:val="28"/>
        </w:rPr>
        <w:t>дним из важных показателей адаптации ребенка в классе</w:t>
      </w:r>
      <w:r>
        <w:rPr>
          <w:sz w:val="28"/>
          <w:szCs w:val="28"/>
        </w:rPr>
        <w:t>, его дальней шей успеваемости является</w:t>
      </w:r>
      <w:r w:rsidRPr="00942F5D">
        <w:rPr>
          <w:sz w:val="28"/>
          <w:szCs w:val="28"/>
        </w:rPr>
        <w:t xml:space="preserve"> включенность первоклассника в совместную учебную и </w:t>
      </w:r>
      <w:proofErr w:type="spellStart"/>
      <w:r w:rsidRPr="00942F5D">
        <w:rPr>
          <w:sz w:val="28"/>
          <w:szCs w:val="28"/>
        </w:rPr>
        <w:t>внеучебную</w:t>
      </w:r>
      <w:proofErr w:type="spellEnd"/>
      <w:r w:rsidRPr="00942F5D">
        <w:rPr>
          <w:sz w:val="28"/>
          <w:szCs w:val="28"/>
        </w:rPr>
        <w:t xml:space="preserve"> деятельность. В любой деятельности ребенку необходимо уметь устанавливать конта</w:t>
      </w:r>
      <w:proofErr w:type="gramStart"/>
      <w:r w:rsidRPr="00942F5D">
        <w:rPr>
          <w:sz w:val="28"/>
          <w:szCs w:val="28"/>
        </w:rPr>
        <w:t>кт с др</w:t>
      </w:r>
      <w:proofErr w:type="gramEnd"/>
      <w:r w:rsidRPr="00942F5D">
        <w:rPr>
          <w:sz w:val="28"/>
          <w:szCs w:val="28"/>
        </w:rPr>
        <w:t>угими детьми и учителем, уметь уступать</w:t>
      </w:r>
      <w:r>
        <w:rPr>
          <w:sz w:val="28"/>
          <w:szCs w:val="28"/>
        </w:rPr>
        <w:t xml:space="preserve"> (что очень сложно для современных детей)</w:t>
      </w:r>
      <w:r w:rsidRPr="00942F5D">
        <w:rPr>
          <w:sz w:val="28"/>
          <w:szCs w:val="28"/>
        </w:rPr>
        <w:t xml:space="preserve">, уметь отстаивать свою точку зрения, должен уметь обратиться за помощью, должен сам быть отзывчивым и внимательным к окружающим, а так же вежливым и искренним. Всему этому мы учимся на протяжении всей жизни с раннего детства. </w:t>
      </w:r>
    </w:p>
    <w:p w:rsidR="008D698D" w:rsidRPr="00942F5D" w:rsidRDefault="008D698D" w:rsidP="008D698D">
      <w:pPr>
        <w:jc w:val="both"/>
        <w:rPr>
          <w:sz w:val="28"/>
          <w:szCs w:val="28"/>
        </w:rPr>
      </w:pPr>
      <w:r w:rsidRPr="00942F5D">
        <w:rPr>
          <w:sz w:val="28"/>
          <w:szCs w:val="28"/>
        </w:rPr>
        <w:tab/>
        <w:t>Обычно трудности в общении с одноклассниками и учителями возникают у детей, не посещавших детский сад и часто у детей единственных в семье. Такие дети ожидают от одноклассников и учителя такого же отношения, к которому они привыкли дома. Поэтому такой ребенок часто испытывает стресс, когда осознает, что учитель одинаково о</w:t>
      </w:r>
      <w:r w:rsidR="0070518B">
        <w:rPr>
          <w:sz w:val="28"/>
          <w:szCs w:val="28"/>
        </w:rPr>
        <w:t>тносится ко всем ученикам</w:t>
      </w:r>
      <w:r w:rsidRPr="00942F5D">
        <w:rPr>
          <w:sz w:val="28"/>
          <w:szCs w:val="28"/>
        </w:rPr>
        <w:t xml:space="preserve">, не делая ему снисхождения и не выделяя его </w:t>
      </w:r>
      <w:r w:rsidR="0070518B">
        <w:rPr>
          <w:sz w:val="28"/>
          <w:szCs w:val="28"/>
        </w:rPr>
        <w:t>своим вниманием, а дети в классе</w:t>
      </w:r>
      <w:r w:rsidRPr="00942F5D">
        <w:rPr>
          <w:sz w:val="28"/>
          <w:szCs w:val="28"/>
        </w:rPr>
        <w:t xml:space="preserve"> не торопятся принимать его в качестве лидера и не собираются уступать.</w:t>
      </w:r>
    </w:p>
    <w:p w:rsidR="008D698D" w:rsidRDefault="008D698D" w:rsidP="008D698D">
      <w:pPr>
        <w:jc w:val="both"/>
        <w:rPr>
          <w:sz w:val="28"/>
          <w:szCs w:val="28"/>
        </w:rPr>
      </w:pPr>
      <w:r w:rsidRPr="00942F5D">
        <w:rPr>
          <w:sz w:val="28"/>
          <w:szCs w:val="28"/>
        </w:rPr>
        <w:tab/>
        <w:t>Лидерами в начальной школе обычно становятся самые активные ученики, с хоро</w:t>
      </w:r>
      <w:r>
        <w:rPr>
          <w:sz w:val="28"/>
          <w:szCs w:val="28"/>
        </w:rPr>
        <w:t>шей успеваемостью, отзывчивые</w:t>
      </w:r>
      <w:r w:rsidRPr="00942F5D">
        <w:rPr>
          <w:sz w:val="28"/>
          <w:szCs w:val="28"/>
        </w:rPr>
        <w:t>,  уверенные в себе, справедливые, их ставят в пример, но они не зазнаются. Но важно отметить, что есть врожденное лидерство. Это так называемые истинные лидеры. Они не оказывают давления на одноклассников, уважают их мнение, не являются выскочками, от</w:t>
      </w:r>
      <w:r>
        <w:rPr>
          <w:sz w:val="28"/>
          <w:szCs w:val="28"/>
        </w:rPr>
        <w:t>личаются выдержанным поведением, ни чем не выделяются в классе. Но большинство одноклассников делают выбор в их пользу.</w:t>
      </w:r>
    </w:p>
    <w:p w:rsidR="0070518B" w:rsidRDefault="008D698D" w:rsidP="008D698D">
      <w:pPr>
        <w:jc w:val="both"/>
        <w:rPr>
          <w:sz w:val="28"/>
          <w:szCs w:val="28"/>
        </w:rPr>
      </w:pPr>
      <w:r w:rsidRPr="00942F5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70518B">
        <w:rPr>
          <w:sz w:val="28"/>
          <w:szCs w:val="28"/>
        </w:rPr>
        <w:t>В</w:t>
      </w:r>
      <w:r>
        <w:rPr>
          <w:sz w:val="28"/>
          <w:szCs w:val="28"/>
        </w:rPr>
        <w:t xml:space="preserve"> основном до конца первого класса дети только присматриваются друг другу. Они добрые, готовы дружить со всеми, кроме тех, кто мешает усваиват</w:t>
      </w:r>
      <w:r w:rsidR="0070518B">
        <w:rPr>
          <w:sz w:val="28"/>
          <w:szCs w:val="28"/>
        </w:rPr>
        <w:t>ь знания во время уроков, обижае</w:t>
      </w:r>
      <w:r>
        <w:rPr>
          <w:sz w:val="28"/>
          <w:szCs w:val="28"/>
        </w:rPr>
        <w:t xml:space="preserve">т других, тех, кто неопрятен. У детей срабатывает инстинкт самосохранения. </w:t>
      </w:r>
      <w:r w:rsidR="0070518B">
        <w:rPr>
          <w:sz w:val="28"/>
          <w:szCs w:val="28"/>
        </w:rPr>
        <w:t xml:space="preserve">В дальнейшем обучении в конце второго класса, перейдя в третий, дети </w:t>
      </w:r>
      <w:proofErr w:type="gramStart"/>
      <w:r w:rsidR="0070518B">
        <w:rPr>
          <w:sz w:val="28"/>
          <w:szCs w:val="28"/>
        </w:rPr>
        <w:t>могут</w:t>
      </w:r>
      <w:proofErr w:type="gramEnd"/>
      <w:r w:rsidR="0070518B">
        <w:rPr>
          <w:sz w:val="28"/>
          <w:szCs w:val="28"/>
        </w:rPr>
        <w:t xml:space="preserve"> проявлять свои симпатии или не желание дружить, обосновывая конкретными причинами и предпочтениями.</w:t>
      </w:r>
    </w:p>
    <w:p w:rsidR="001A4344" w:rsidRDefault="0070518B" w:rsidP="008D69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698D">
        <w:rPr>
          <w:sz w:val="28"/>
          <w:szCs w:val="28"/>
        </w:rPr>
        <w:t>Что помогает  формировать навыки общения и взаимодействия ребенка с другими детьми? Предлагается несколько рекомендаций</w:t>
      </w:r>
      <w:r w:rsidR="001A4344">
        <w:rPr>
          <w:sz w:val="28"/>
          <w:szCs w:val="28"/>
        </w:rPr>
        <w:t>:</w:t>
      </w:r>
    </w:p>
    <w:p w:rsidR="008D698D" w:rsidRPr="00942F5D" w:rsidRDefault="008D698D" w:rsidP="008D698D">
      <w:pPr>
        <w:numPr>
          <w:ilvl w:val="0"/>
          <w:numId w:val="1"/>
        </w:numPr>
        <w:jc w:val="both"/>
        <w:rPr>
          <w:sz w:val="28"/>
          <w:szCs w:val="28"/>
        </w:rPr>
      </w:pPr>
      <w:r w:rsidRPr="00942F5D">
        <w:rPr>
          <w:sz w:val="28"/>
          <w:szCs w:val="28"/>
        </w:rPr>
        <w:t>Собственный пример общения с родителями одноклассников и их детьми.</w:t>
      </w:r>
    </w:p>
    <w:p w:rsidR="008D698D" w:rsidRPr="00942F5D" w:rsidRDefault="008D698D" w:rsidP="008D698D">
      <w:pPr>
        <w:numPr>
          <w:ilvl w:val="0"/>
          <w:numId w:val="1"/>
        </w:numPr>
        <w:jc w:val="both"/>
        <w:rPr>
          <w:sz w:val="28"/>
          <w:szCs w:val="28"/>
        </w:rPr>
      </w:pPr>
      <w:r w:rsidRPr="00942F5D">
        <w:rPr>
          <w:sz w:val="28"/>
          <w:szCs w:val="28"/>
        </w:rPr>
        <w:t xml:space="preserve">Если ребенок </w:t>
      </w:r>
      <w:r>
        <w:rPr>
          <w:sz w:val="28"/>
          <w:szCs w:val="28"/>
        </w:rPr>
        <w:t>не доволен отношениями в классе</w:t>
      </w:r>
      <w:r w:rsidRPr="00942F5D">
        <w:rPr>
          <w:sz w:val="28"/>
          <w:szCs w:val="28"/>
        </w:rPr>
        <w:t>, внимательно выслушивайте ребенка. Прежде всего, покажите, что вы его понимаете, сочувствуете, никого при этом не обвиняя. Когда он успокоится</w:t>
      </w:r>
      <w:r>
        <w:rPr>
          <w:sz w:val="28"/>
          <w:szCs w:val="28"/>
        </w:rPr>
        <w:t>,</w:t>
      </w:r>
      <w:r w:rsidRPr="00942F5D">
        <w:rPr>
          <w:sz w:val="28"/>
          <w:szCs w:val="28"/>
        </w:rPr>
        <w:t xml:space="preserve"> попробуйте вместе проанализировать причины и последствия сложившийся ситуации, обсудите, как вести себя в будущем. Обсудите, как можно исправить положение теперь,</w:t>
      </w:r>
      <w:r>
        <w:rPr>
          <w:sz w:val="28"/>
          <w:szCs w:val="28"/>
        </w:rPr>
        <w:t xml:space="preserve"> какие шаги предпринять, чтобы у него появились друзья, </w:t>
      </w:r>
      <w:r w:rsidRPr="00942F5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он смог </w:t>
      </w:r>
      <w:r w:rsidRPr="00942F5D">
        <w:rPr>
          <w:sz w:val="28"/>
          <w:szCs w:val="28"/>
        </w:rPr>
        <w:t>завоевать симпатии.</w:t>
      </w:r>
    </w:p>
    <w:p w:rsidR="008D698D" w:rsidRPr="00942F5D" w:rsidRDefault="008D698D" w:rsidP="008D698D">
      <w:pPr>
        <w:numPr>
          <w:ilvl w:val="0"/>
          <w:numId w:val="1"/>
        </w:numPr>
        <w:jc w:val="both"/>
        <w:rPr>
          <w:sz w:val="28"/>
          <w:szCs w:val="28"/>
        </w:rPr>
      </w:pPr>
      <w:r w:rsidRPr="00942F5D">
        <w:rPr>
          <w:sz w:val="28"/>
          <w:szCs w:val="28"/>
        </w:rPr>
        <w:t xml:space="preserve">Упражнение «Беседа по фотографии». </w:t>
      </w:r>
      <w:r>
        <w:rPr>
          <w:sz w:val="28"/>
          <w:szCs w:val="28"/>
        </w:rPr>
        <w:t>Выучить имена фамилии одноклассников, постараться найти х</w:t>
      </w:r>
      <w:r w:rsidRPr="00942F5D">
        <w:rPr>
          <w:sz w:val="28"/>
          <w:szCs w:val="28"/>
        </w:rPr>
        <w:t>орошие кач</w:t>
      </w:r>
      <w:r>
        <w:rPr>
          <w:sz w:val="28"/>
          <w:szCs w:val="28"/>
        </w:rPr>
        <w:t>ества каждого из одноклассников. Даже у тех одноклассников, которыми он не доволен.</w:t>
      </w:r>
    </w:p>
    <w:p w:rsidR="008D698D" w:rsidRPr="00E82579" w:rsidRDefault="008D698D" w:rsidP="00E82579">
      <w:pPr>
        <w:numPr>
          <w:ilvl w:val="0"/>
          <w:numId w:val="1"/>
        </w:numPr>
        <w:jc w:val="both"/>
        <w:rPr>
          <w:sz w:val="28"/>
          <w:szCs w:val="28"/>
        </w:rPr>
      </w:pPr>
      <w:r w:rsidRPr="00942F5D">
        <w:rPr>
          <w:sz w:val="28"/>
          <w:szCs w:val="28"/>
        </w:rPr>
        <w:lastRenderedPageBreak/>
        <w:t>Хвалите ребенка за общительность, радуйтесь вслух его новым друзьям. Поговорите о правилах общения со сверстниками, помогите ребенку стать интересным для других. Учите новым играм, чтобы он</w:t>
      </w:r>
      <w:r>
        <w:rPr>
          <w:sz w:val="28"/>
          <w:szCs w:val="28"/>
        </w:rPr>
        <w:t xml:space="preserve"> мог их показать одноклассникам</w:t>
      </w:r>
      <w:r w:rsidRPr="00942F5D">
        <w:rPr>
          <w:sz w:val="28"/>
          <w:szCs w:val="28"/>
        </w:rPr>
        <w:t>.</w:t>
      </w:r>
      <w:r w:rsidR="00E82579">
        <w:rPr>
          <w:sz w:val="28"/>
          <w:szCs w:val="28"/>
        </w:rPr>
        <w:t xml:space="preserve"> </w:t>
      </w:r>
      <w:r w:rsidRPr="00E82579">
        <w:rPr>
          <w:sz w:val="28"/>
          <w:szCs w:val="28"/>
        </w:rPr>
        <w:t>Не стоит покупать внимание одноклассников дорогими игрушками и одеждой, ребенок должен быть интересен самим собой.</w:t>
      </w:r>
    </w:p>
    <w:p w:rsidR="001A4344" w:rsidRPr="00970AEE" w:rsidRDefault="001A4344" w:rsidP="00970AEE">
      <w:pPr>
        <w:jc w:val="both"/>
        <w:rPr>
          <w:sz w:val="28"/>
          <w:szCs w:val="28"/>
        </w:rPr>
      </w:pPr>
      <w:r w:rsidRPr="00970AEE">
        <w:rPr>
          <w:sz w:val="28"/>
          <w:szCs w:val="28"/>
        </w:rPr>
        <w:t xml:space="preserve">   Во втором</w:t>
      </w:r>
      <w:r w:rsidR="0062454F">
        <w:rPr>
          <w:sz w:val="28"/>
          <w:szCs w:val="28"/>
        </w:rPr>
        <w:t xml:space="preserve"> и третьем</w:t>
      </w:r>
      <w:r w:rsidRPr="00970AEE">
        <w:rPr>
          <w:sz w:val="28"/>
          <w:szCs w:val="28"/>
        </w:rPr>
        <w:t xml:space="preserve"> классе </w:t>
      </w:r>
      <w:r w:rsidR="00791088">
        <w:rPr>
          <w:sz w:val="28"/>
          <w:szCs w:val="28"/>
        </w:rPr>
        <w:t xml:space="preserve">особое внимание необходимо уделить самооценке. Самооценка </w:t>
      </w:r>
      <w:r w:rsidRPr="00970AEE">
        <w:rPr>
          <w:sz w:val="28"/>
          <w:szCs w:val="28"/>
        </w:rPr>
        <w:t>становится более развитой, зрелой, более структурированной и целостной, чем у первоклассников. Это связано с включением ребенка в процесс систематического обучения. В школе ребенок встречается с целой системой социально-нормированных оценок, что побуждает его стремитьс</w:t>
      </w:r>
      <w:r w:rsidR="00E82579">
        <w:rPr>
          <w:sz w:val="28"/>
          <w:szCs w:val="28"/>
        </w:rPr>
        <w:t>я соответствовать этим оценкам. Он начинает</w:t>
      </w:r>
      <w:r w:rsidRPr="00970AEE">
        <w:rPr>
          <w:sz w:val="28"/>
          <w:szCs w:val="28"/>
        </w:rPr>
        <w:t xml:space="preserve"> соотносить с ними собственные поступки. Все это способствует становлению у ребенка внутренней оценочной позиции. </w:t>
      </w:r>
    </w:p>
    <w:p w:rsidR="001A4344" w:rsidRPr="00970AEE" w:rsidRDefault="001A4344" w:rsidP="00E82579">
      <w:pPr>
        <w:ind w:firstLine="708"/>
        <w:jc w:val="both"/>
        <w:rPr>
          <w:sz w:val="28"/>
          <w:szCs w:val="28"/>
        </w:rPr>
      </w:pPr>
      <w:r w:rsidRPr="00970AEE">
        <w:rPr>
          <w:sz w:val="28"/>
          <w:szCs w:val="28"/>
        </w:rPr>
        <w:t>Самооценка второклассников в учебной деятельности существенно отличается от первоклассников. Большинству первоклассников свойственна высокая самооценка. Дети считают себя «хорошими», «умными» и положительно оценивают свои школьные успехи уже только потому, что они очень старались, хотели сделать правильно. Во втором классе у многих детей самооценка в учебной деятельности резко снижается. Позднее, ко второму полугодию третьего класса, уровень самооценки вновь повышается. Это явление получило название «феномена вторых классов».</w:t>
      </w:r>
    </w:p>
    <w:p w:rsidR="001A4344" w:rsidRPr="00970AEE" w:rsidRDefault="001A4344" w:rsidP="00E82579">
      <w:pPr>
        <w:ind w:firstLine="708"/>
        <w:jc w:val="both"/>
        <w:rPr>
          <w:sz w:val="28"/>
          <w:szCs w:val="28"/>
        </w:rPr>
      </w:pPr>
      <w:r w:rsidRPr="00970AEE">
        <w:rPr>
          <w:sz w:val="28"/>
          <w:szCs w:val="28"/>
        </w:rPr>
        <w:t>Снижение самооценки у второклассников связано с повышением критичности школьников к себе, с тем, что у них появляется способность ориентироваться на качество результатов своей учебной работы. Однако возможности детей в оценивании результатов своего труда еще достаточно ограничены, они еще только учатся этому сложному умению. Отсюда и появляется неуверенность в себе, снижение самооценки. Это осложняется тем, что критерии, по которым оцениваются результаты учения, для многих детей остаются недостаточно ясными и понятными.</w:t>
      </w:r>
      <w:r w:rsidRPr="00970AEE">
        <w:rPr>
          <w:sz w:val="28"/>
          <w:szCs w:val="28"/>
        </w:rPr>
        <w:br/>
        <w:t>Здесь появляется проблема, которая требует обсуждения. Это проблема школьных оценок и отметок и отношения к ним детей и родителей.</w:t>
      </w:r>
      <w:r w:rsidRPr="00970AEE">
        <w:rPr>
          <w:sz w:val="28"/>
          <w:szCs w:val="28"/>
        </w:rPr>
        <w:br/>
        <w:t xml:space="preserve">            Оценка не тождественна отметке. Оценка - это процесс оценивания; отметка - результат этого процесса, его условное отражение в баллах. Второклассник не всегда понимает, почему вчера получил пятерку, а сегодня - тройку. Процесс оценивания должен быть представлен в форме развернутого суждения, в котором взрослый сначала разъясняет положительные и отрицательные стороны работы ученика, отмечает усилия и старания школьника, дает рекомендации, и только затем как вывод из сказанного называет заслуженную отметку. Если ребенок не понял разъяснения в школе, то он может обратиться к родителям. Родители  в целом понимают, почему работа оценена так, а не иначе, и в большинстве случаев согласны с учителем. Но если есть вопросы у родителей, если что-то не понятно, то они зачастую обращаются к учителю. Но ни в коем случае нельзя вслух при ребенке негативно обсуждать выставленную отметку.</w:t>
      </w:r>
      <w:r w:rsidRPr="00970AEE">
        <w:rPr>
          <w:sz w:val="28"/>
          <w:szCs w:val="28"/>
        </w:rPr>
        <w:br/>
        <w:t xml:space="preserve">        Через отметки учителя и родители достаточно успешно взаимодействуют друг с другом, используют отметки в качестве обратной связи. Важно, чтобы потребности и интересы школьника в разъяснении причин получения какой-либо оценки тоже учитывались. </w:t>
      </w:r>
    </w:p>
    <w:p w:rsidR="00791088" w:rsidRPr="005E1202" w:rsidRDefault="001A4344" w:rsidP="00AB06CC">
      <w:pPr>
        <w:ind w:firstLine="708"/>
        <w:jc w:val="both"/>
        <w:rPr>
          <w:sz w:val="28"/>
          <w:szCs w:val="28"/>
        </w:rPr>
      </w:pPr>
      <w:r w:rsidRPr="00970AEE">
        <w:rPr>
          <w:sz w:val="28"/>
          <w:szCs w:val="28"/>
        </w:rPr>
        <w:t xml:space="preserve"> Важно отметить, что, к сожалению, родители вольно или невольно выстраивают свое отношение к ребенку в зависимости от его успеваемости, от </w:t>
      </w:r>
      <w:r w:rsidRPr="00970AEE">
        <w:rPr>
          <w:sz w:val="28"/>
          <w:szCs w:val="28"/>
        </w:rPr>
        <w:lastRenderedPageBreak/>
        <w:t>отметок. Дети зачастую улавливают эту связь быстрее, чем взрослые: «Мама не очень меня любит, потому что я не всегда пятерки получаю».</w:t>
      </w:r>
      <w:r w:rsidRPr="00970AEE">
        <w:rPr>
          <w:sz w:val="28"/>
          <w:szCs w:val="28"/>
        </w:rPr>
        <w:br/>
      </w:r>
      <w:r w:rsidR="00791088" w:rsidRPr="005E1202">
        <w:rPr>
          <w:sz w:val="28"/>
          <w:szCs w:val="28"/>
        </w:rPr>
        <w:t>Если мы хотим, чтобы главным для ребенк</w:t>
      </w:r>
      <w:r w:rsidR="006B1569">
        <w:rPr>
          <w:sz w:val="28"/>
          <w:szCs w:val="28"/>
        </w:rPr>
        <w:t>а оставались знания, а не отметки</w:t>
      </w:r>
      <w:r w:rsidR="00791088" w:rsidRPr="005E1202">
        <w:rPr>
          <w:sz w:val="28"/>
          <w:szCs w:val="28"/>
        </w:rPr>
        <w:t>, необходим</w:t>
      </w:r>
      <w:r w:rsidR="00791088">
        <w:rPr>
          <w:sz w:val="28"/>
          <w:szCs w:val="28"/>
        </w:rPr>
        <w:t>о определиться, прежде всего</w:t>
      </w:r>
      <w:r w:rsidR="006B1569">
        <w:rPr>
          <w:sz w:val="28"/>
          <w:szCs w:val="28"/>
        </w:rPr>
        <w:t>,</w:t>
      </w:r>
      <w:r w:rsidR="00791088" w:rsidRPr="005E1202">
        <w:rPr>
          <w:sz w:val="28"/>
          <w:szCs w:val="28"/>
        </w:rPr>
        <w:t xml:space="preserve"> самим</w:t>
      </w:r>
      <w:r w:rsidR="00791088">
        <w:rPr>
          <w:sz w:val="28"/>
          <w:szCs w:val="28"/>
        </w:rPr>
        <w:t xml:space="preserve"> взрослым, что важнее для нас</w:t>
      </w:r>
      <w:r w:rsidR="006B1569">
        <w:rPr>
          <w:sz w:val="28"/>
          <w:szCs w:val="28"/>
        </w:rPr>
        <w:t>. Отношение ребенка к отметкам</w:t>
      </w:r>
      <w:r w:rsidR="00791088" w:rsidRPr="005E1202">
        <w:rPr>
          <w:sz w:val="28"/>
          <w:szCs w:val="28"/>
        </w:rPr>
        <w:t xml:space="preserve"> во многом зависит от нашего отношения к ним. </w:t>
      </w:r>
      <w:proofErr w:type="gramStart"/>
      <w:r w:rsidR="00791088" w:rsidRPr="005E1202">
        <w:rPr>
          <w:sz w:val="28"/>
          <w:szCs w:val="28"/>
        </w:rPr>
        <w:t>Если мы, говоря о школе, прежде всего, расспрашиваем об оценках и бурно реагируем как на хорошие, так</w:t>
      </w:r>
      <w:r w:rsidR="006B1569">
        <w:rPr>
          <w:sz w:val="28"/>
          <w:szCs w:val="28"/>
        </w:rPr>
        <w:t xml:space="preserve"> и на плохие, для ребенка отметка</w:t>
      </w:r>
      <w:r w:rsidR="00791088" w:rsidRPr="005E1202">
        <w:rPr>
          <w:sz w:val="28"/>
          <w:szCs w:val="28"/>
        </w:rPr>
        <w:t xml:space="preserve"> </w:t>
      </w:r>
      <w:r w:rsidR="00791088">
        <w:rPr>
          <w:sz w:val="28"/>
          <w:szCs w:val="28"/>
        </w:rPr>
        <w:t>может стать своеобразным идолом, которому он невольно начинает покланяться.</w:t>
      </w:r>
      <w:proofErr w:type="gramEnd"/>
      <w:r w:rsidR="00791088">
        <w:rPr>
          <w:sz w:val="28"/>
          <w:szCs w:val="28"/>
        </w:rPr>
        <w:t xml:space="preserve"> Как этого избежать? Прежде всего</w:t>
      </w:r>
    </w:p>
    <w:p w:rsidR="00791088" w:rsidRPr="005E1202" w:rsidRDefault="00791088" w:rsidP="00AB06CC">
      <w:pPr>
        <w:numPr>
          <w:ilvl w:val="0"/>
          <w:numId w:val="2"/>
        </w:numPr>
        <w:jc w:val="both"/>
        <w:rPr>
          <w:sz w:val="28"/>
          <w:szCs w:val="28"/>
        </w:rPr>
      </w:pPr>
      <w:r w:rsidRPr="005E1202">
        <w:rPr>
          <w:sz w:val="28"/>
          <w:szCs w:val="28"/>
        </w:rPr>
        <w:t>Не ругайте своего ребенка за плохую отметку. Ему очень хочется быть в ваших глазах хорошим. Если быть хорошим не по</w:t>
      </w:r>
      <w:r>
        <w:rPr>
          <w:sz w:val="28"/>
          <w:szCs w:val="28"/>
        </w:rPr>
        <w:t>лучается, ребенок начинает обманывать и изворачиваться</w:t>
      </w:r>
      <w:r w:rsidRPr="005E1202">
        <w:rPr>
          <w:sz w:val="28"/>
          <w:szCs w:val="28"/>
        </w:rPr>
        <w:t>.</w:t>
      </w:r>
    </w:p>
    <w:p w:rsidR="00791088" w:rsidRPr="005E1202" w:rsidRDefault="00791088" w:rsidP="0079108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Сочувствуйте</w:t>
      </w:r>
      <w:r w:rsidRPr="005E1202">
        <w:rPr>
          <w:sz w:val="28"/>
          <w:szCs w:val="28"/>
        </w:rPr>
        <w:t xml:space="preserve"> ребенку, если он долго трудился, но результат его труда </w:t>
      </w:r>
      <w:r>
        <w:rPr>
          <w:sz w:val="28"/>
          <w:szCs w:val="28"/>
        </w:rPr>
        <w:t>был не высок. Объясняйте</w:t>
      </w:r>
      <w:r w:rsidRPr="005E1202">
        <w:rPr>
          <w:sz w:val="28"/>
          <w:szCs w:val="28"/>
        </w:rPr>
        <w:t>, что важе</w:t>
      </w:r>
      <w:r w:rsidR="006B1569">
        <w:rPr>
          <w:sz w:val="28"/>
          <w:szCs w:val="28"/>
        </w:rPr>
        <w:t>н не только высокий результат, б</w:t>
      </w:r>
      <w:r w:rsidRPr="005E1202">
        <w:rPr>
          <w:sz w:val="28"/>
          <w:szCs w:val="28"/>
        </w:rPr>
        <w:t>ольше важны знания</w:t>
      </w:r>
      <w:r>
        <w:rPr>
          <w:sz w:val="28"/>
          <w:szCs w:val="28"/>
        </w:rPr>
        <w:t>, которые он сможет приобрести благодаря</w:t>
      </w:r>
      <w:r w:rsidRPr="005E1202">
        <w:rPr>
          <w:sz w:val="28"/>
          <w:szCs w:val="28"/>
        </w:rPr>
        <w:t xml:space="preserve"> </w:t>
      </w:r>
      <w:r>
        <w:rPr>
          <w:sz w:val="28"/>
          <w:szCs w:val="28"/>
        </w:rPr>
        <w:t>ежедневному</w:t>
      </w:r>
      <w:r w:rsidRPr="005E1202">
        <w:rPr>
          <w:sz w:val="28"/>
          <w:szCs w:val="28"/>
        </w:rPr>
        <w:t>, у</w:t>
      </w:r>
      <w:r>
        <w:rPr>
          <w:sz w:val="28"/>
          <w:szCs w:val="28"/>
        </w:rPr>
        <w:t>порному труду</w:t>
      </w:r>
      <w:r w:rsidRPr="005E1202">
        <w:rPr>
          <w:sz w:val="28"/>
          <w:szCs w:val="28"/>
        </w:rPr>
        <w:t>.</w:t>
      </w:r>
    </w:p>
    <w:p w:rsidR="00791088" w:rsidRPr="00DA4044" w:rsidRDefault="00791088" w:rsidP="0079108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E1202">
        <w:rPr>
          <w:sz w:val="28"/>
          <w:szCs w:val="28"/>
        </w:rPr>
        <w:t xml:space="preserve">Никогда не выражайте сомнений вслух по поводу объективности выставленной </w:t>
      </w:r>
      <w:r>
        <w:rPr>
          <w:sz w:val="28"/>
          <w:szCs w:val="28"/>
        </w:rPr>
        <w:t xml:space="preserve">отметки </w:t>
      </w:r>
      <w:r w:rsidRPr="005E1202">
        <w:rPr>
          <w:sz w:val="28"/>
          <w:szCs w:val="28"/>
        </w:rPr>
        <w:t>ребенку.</w:t>
      </w:r>
      <w:r>
        <w:rPr>
          <w:sz w:val="28"/>
          <w:szCs w:val="28"/>
        </w:rPr>
        <w:t xml:space="preserve"> </w:t>
      </w:r>
      <w:r w:rsidRPr="00DA4044">
        <w:rPr>
          <w:sz w:val="28"/>
          <w:szCs w:val="28"/>
        </w:rPr>
        <w:t>Есть сомнения</w:t>
      </w:r>
      <w:r>
        <w:rPr>
          <w:sz w:val="28"/>
          <w:szCs w:val="28"/>
        </w:rPr>
        <w:t>,</w:t>
      </w:r>
      <w:r w:rsidRPr="00DA40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обратитесь к учителю, </w:t>
      </w:r>
      <w:r w:rsidRPr="00DA4044">
        <w:rPr>
          <w:sz w:val="28"/>
          <w:szCs w:val="28"/>
        </w:rPr>
        <w:t>попытайтесь об</w:t>
      </w:r>
      <w:r>
        <w:rPr>
          <w:sz w:val="28"/>
          <w:szCs w:val="28"/>
        </w:rPr>
        <w:t>ъективно разобраться в ситуации без эмоций и негативных высказываний.</w:t>
      </w:r>
    </w:p>
    <w:p w:rsidR="00791088" w:rsidRPr="005E1202" w:rsidRDefault="00791088" w:rsidP="0079108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E1202">
        <w:rPr>
          <w:sz w:val="28"/>
          <w:szCs w:val="28"/>
        </w:rPr>
        <w:t>Не обвиняйте беспричинно других взрослых и детей в проблемах собственных детей.</w:t>
      </w:r>
    </w:p>
    <w:p w:rsidR="00791088" w:rsidRPr="005E1202" w:rsidRDefault="00791088" w:rsidP="0079108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proofErr w:type="gramStart"/>
      <w:r w:rsidRPr="005E1202">
        <w:rPr>
          <w:sz w:val="28"/>
          <w:szCs w:val="28"/>
        </w:rPr>
        <w:t>Поддерживайте ребенка в его, пусть</w:t>
      </w:r>
      <w:r>
        <w:rPr>
          <w:sz w:val="28"/>
          <w:szCs w:val="28"/>
        </w:rPr>
        <w:t xml:space="preserve"> даже в</w:t>
      </w:r>
      <w:r w:rsidRPr="005E1202">
        <w:rPr>
          <w:sz w:val="28"/>
          <w:szCs w:val="28"/>
        </w:rPr>
        <w:t xml:space="preserve"> не очень значительных, но победах над собой, над своей ленью.</w:t>
      </w:r>
      <w:proofErr w:type="gramEnd"/>
    </w:p>
    <w:p w:rsidR="00791088" w:rsidRDefault="00791088" w:rsidP="00791088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DA4044">
        <w:rPr>
          <w:sz w:val="28"/>
          <w:szCs w:val="28"/>
        </w:rPr>
        <w:t>Устраивайте праздники по случаю полу</w:t>
      </w:r>
      <w:r>
        <w:rPr>
          <w:sz w:val="28"/>
          <w:szCs w:val="28"/>
        </w:rPr>
        <w:t>чения отличной</w:t>
      </w:r>
      <w:r w:rsidRPr="00DA4044">
        <w:rPr>
          <w:sz w:val="28"/>
          <w:szCs w:val="28"/>
        </w:rPr>
        <w:t xml:space="preserve"> отметки. Хорошее запоминается ребенком надолго и его хочется повторить. </w:t>
      </w:r>
    </w:p>
    <w:p w:rsidR="00C92D47" w:rsidRDefault="00791088" w:rsidP="00BF3F72">
      <w:pPr>
        <w:numPr>
          <w:ilvl w:val="0"/>
          <w:numId w:val="2"/>
        </w:numPr>
        <w:jc w:val="both"/>
        <w:rPr>
          <w:sz w:val="28"/>
          <w:szCs w:val="28"/>
        </w:rPr>
      </w:pPr>
      <w:r w:rsidRPr="005E1202">
        <w:rPr>
          <w:sz w:val="28"/>
          <w:szCs w:val="28"/>
        </w:rPr>
        <w:t>Научите его выполнять любое дело, в том числе и домашние задания, с удовольствием, без злобы и раздражения. Это сохранит его и ваше здоровье.</w:t>
      </w:r>
    </w:p>
    <w:p w:rsidR="00BF3F72" w:rsidRDefault="00C92D47" w:rsidP="00BF3F7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C92D47">
        <w:rPr>
          <w:sz w:val="28"/>
          <w:szCs w:val="28"/>
        </w:rPr>
        <w:t xml:space="preserve">третьего года обучения дети начинают действительно осознанно относиться к учению, проявлять активный интерес к познанию. </w:t>
      </w:r>
      <w:r w:rsidR="00BF3F72">
        <w:rPr>
          <w:sz w:val="28"/>
          <w:szCs w:val="28"/>
        </w:rPr>
        <w:t>М</w:t>
      </w:r>
      <w:r w:rsidRPr="00C92D47">
        <w:rPr>
          <w:sz w:val="28"/>
          <w:szCs w:val="28"/>
        </w:rPr>
        <w:t>ежду вторым и третьим классами происходит скачок в умственном развитии учащихся.</w:t>
      </w:r>
      <w:r w:rsidR="00BF3F72">
        <w:rPr>
          <w:sz w:val="28"/>
          <w:szCs w:val="28"/>
        </w:rPr>
        <w:t xml:space="preserve"> Для школьников в этом возрасте интересно о</w:t>
      </w:r>
      <w:r w:rsidR="00BF3F72" w:rsidRPr="004C3096">
        <w:rPr>
          <w:sz w:val="28"/>
          <w:szCs w:val="28"/>
        </w:rPr>
        <w:t xml:space="preserve">бучение через исследование. </w:t>
      </w:r>
    </w:p>
    <w:p w:rsidR="00BF3F72" w:rsidRDefault="00BF3F72" w:rsidP="00BF3F7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Чаще з</w:t>
      </w:r>
      <w:r w:rsidRPr="004C3096">
        <w:rPr>
          <w:sz w:val="28"/>
          <w:szCs w:val="28"/>
        </w:rPr>
        <w:t>адавайте свои</w:t>
      </w:r>
      <w:r>
        <w:rPr>
          <w:sz w:val="28"/>
          <w:szCs w:val="28"/>
        </w:rPr>
        <w:t xml:space="preserve"> вопросы ребенку, которые начинаются со слова </w:t>
      </w:r>
      <w:r w:rsidRPr="004C3096">
        <w:rPr>
          <w:sz w:val="28"/>
          <w:szCs w:val="28"/>
        </w:rPr>
        <w:t>«почему?»</w:t>
      </w:r>
    </w:p>
    <w:p w:rsidR="00BF3F72" w:rsidRPr="00F010D1" w:rsidRDefault="00BF3F72" w:rsidP="00BF3F7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010D1">
        <w:rPr>
          <w:sz w:val="28"/>
          <w:szCs w:val="28"/>
        </w:rPr>
        <w:t>Поставить вопросы, ответы на которые ребенок сможет найти самостоятельно. Указать, где можно найти информацию: в книге, в Интернете, по телевизору, спросить у старших и т.д.</w:t>
      </w:r>
    </w:p>
    <w:p w:rsidR="00BF3F72" w:rsidRDefault="00BF3F72" w:rsidP="00BF3F7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C3096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Предложите ребенку делать коллекции, в этом возрасте им это очень интересно.</w:t>
      </w:r>
    </w:p>
    <w:p w:rsidR="00791088" w:rsidRPr="007E3CF8" w:rsidRDefault="007E3CF8" w:rsidP="007E3CF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третьем классе дети </w:t>
      </w:r>
      <w:proofErr w:type="gramStart"/>
      <w:r>
        <w:rPr>
          <w:sz w:val="28"/>
          <w:szCs w:val="28"/>
        </w:rPr>
        <w:t>очень подвижные</w:t>
      </w:r>
      <w:proofErr w:type="gramEnd"/>
      <w:r>
        <w:rPr>
          <w:sz w:val="28"/>
          <w:szCs w:val="28"/>
        </w:rPr>
        <w:t xml:space="preserve">. Ребенок </w:t>
      </w:r>
      <w:r w:rsidR="00D06F7F" w:rsidRPr="00F010D1">
        <w:rPr>
          <w:sz w:val="28"/>
          <w:szCs w:val="28"/>
        </w:rPr>
        <w:t>растет очень быстро, но его рост неравномерен.</w:t>
      </w:r>
      <w:r>
        <w:rPr>
          <w:sz w:val="28"/>
          <w:szCs w:val="28"/>
        </w:rPr>
        <w:t xml:space="preserve"> Это важно учитывать при различных нагрузках. Очень полезно в этом возрасте посещать спортивные секции и кружки. В этом случае идет естественное физиологическое развитие. Ребенок может </w:t>
      </w:r>
      <w:proofErr w:type="spellStart"/>
      <w:r>
        <w:rPr>
          <w:sz w:val="28"/>
          <w:szCs w:val="28"/>
        </w:rPr>
        <w:t>выплескнуть</w:t>
      </w:r>
      <w:proofErr w:type="spellEnd"/>
      <w:r>
        <w:rPr>
          <w:sz w:val="28"/>
          <w:szCs w:val="28"/>
        </w:rPr>
        <w:t xml:space="preserve"> всю накопившую</w:t>
      </w:r>
      <w:r w:rsidR="000D085F">
        <w:rPr>
          <w:sz w:val="28"/>
          <w:szCs w:val="28"/>
        </w:rPr>
        <w:t>ся энергию в полезное русло. По</w:t>
      </w:r>
      <w:r>
        <w:rPr>
          <w:sz w:val="28"/>
          <w:szCs w:val="28"/>
        </w:rPr>
        <w:t>лезны</w:t>
      </w:r>
      <w:r w:rsidRPr="00F010D1">
        <w:rPr>
          <w:sz w:val="28"/>
          <w:szCs w:val="28"/>
        </w:rPr>
        <w:t xml:space="preserve"> прогулки, поездки, экскурсии.</w:t>
      </w:r>
    </w:p>
    <w:p w:rsidR="0062454F" w:rsidRPr="007D523F" w:rsidRDefault="0062454F" w:rsidP="0062454F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 w:rsidRPr="007D523F">
        <w:rPr>
          <w:sz w:val="28"/>
          <w:szCs w:val="28"/>
        </w:rPr>
        <w:t>Ученики 4-х приобрели умение учиться: они способны качественно усваивать предлагаемые знания и, в случае необходимо</w:t>
      </w:r>
      <w:r>
        <w:rPr>
          <w:sz w:val="28"/>
          <w:szCs w:val="28"/>
        </w:rPr>
        <w:t xml:space="preserve">сти, добывать их самостоятельно, умеют </w:t>
      </w:r>
      <w:r w:rsidRPr="007D523F">
        <w:rPr>
          <w:sz w:val="28"/>
          <w:szCs w:val="28"/>
        </w:rPr>
        <w:t>адекватно оценивать результаты собственной работы.</w:t>
      </w:r>
    </w:p>
    <w:p w:rsidR="0062454F" w:rsidRPr="00DF53F0" w:rsidRDefault="0062454F" w:rsidP="0062454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Большинство</w:t>
      </w:r>
      <w:r w:rsidRPr="007D523F">
        <w:rPr>
          <w:sz w:val="28"/>
          <w:szCs w:val="28"/>
        </w:rPr>
        <w:t xml:space="preserve"> умений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чевероклассников</w:t>
      </w:r>
      <w:proofErr w:type="spellEnd"/>
      <w:r>
        <w:rPr>
          <w:sz w:val="28"/>
          <w:szCs w:val="28"/>
        </w:rPr>
        <w:t xml:space="preserve"> опираю</w:t>
      </w:r>
      <w:r w:rsidRPr="007D523F">
        <w:rPr>
          <w:sz w:val="28"/>
          <w:szCs w:val="28"/>
        </w:rPr>
        <w:t xml:space="preserve">тся на мыслительные способности: умение сравнивать и находить общее и различное; умение выделять главное, </w:t>
      </w:r>
      <w:r w:rsidRPr="007D523F">
        <w:rPr>
          <w:sz w:val="28"/>
          <w:szCs w:val="28"/>
        </w:rPr>
        <w:lastRenderedPageBreak/>
        <w:t>отличать существенное от несущественного, делать логические заключения и выводы.</w:t>
      </w:r>
      <w:proofErr w:type="gramEnd"/>
      <w:r w:rsidRPr="007D523F">
        <w:rPr>
          <w:sz w:val="28"/>
          <w:szCs w:val="28"/>
        </w:rPr>
        <w:br/>
      </w:r>
      <w:r w:rsidR="00E85A6A">
        <w:rPr>
          <w:sz w:val="28"/>
          <w:szCs w:val="28"/>
        </w:rPr>
        <w:t xml:space="preserve">      </w:t>
      </w:r>
      <w:r w:rsidRPr="007D523F">
        <w:rPr>
          <w:sz w:val="28"/>
          <w:szCs w:val="28"/>
        </w:rPr>
        <w:t>Учились всему этому в начальной школе, пока объем учебной нагрузки в значительной степени был дозирован. В средних классах эти умения окажутся жизненно необходимыми, поскольку заметно возрастет количество новой информации, более сложным станет и ее содержание. В этой ситуации испытанный способ многократного повторения, который еще оправдывал себя в начальной школе, будет весьма неэффективным. Неумение же правильно работать с учебным материалом может стать причиной снижения успеваемости, неоправданного переутомления учащихся.</w:t>
      </w:r>
      <w:r w:rsidRPr="007D523F">
        <w:rPr>
          <w:sz w:val="28"/>
          <w:szCs w:val="28"/>
        </w:rPr>
        <w:br/>
      </w:r>
      <w:r w:rsidR="00E85A6A">
        <w:rPr>
          <w:sz w:val="28"/>
          <w:szCs w:val="28"/>
        </w:rPr>
        <w:t xml:space="preserve">    </w:t>
      </w:r>
      <w:r w:rsidRPr="007D523F">
        <w:rPr>
          <w:sz w:val="28"/>
          <w:szCs w:val="28"/>
        </w:rPr>
        <w:t xml:space="preserve">Детей необходимо </w:t>
      </w:r>
      <w:r>
        <w:rPr>
          <w:sz w:val="28"/>
          <w:szCs w:val="28"/>
        </w:rPr>
        <w:t xml:space="preserve">продолжать </w:t>
      </w:r>
      <w:r w:rsidRPr="007D523F">
        <w:rPr>
          <w:sz w:val="28"/>
          <w:szCs w:val="28"/>
        </w:rPr>
        <w:t>учить работать с учебным текстом: выделять главную мысль; составлять план; запоминать содержание и пересказы</w:t>
      </w:r>
      <w:r>
        <w:rPr>
          <w:sz w:val="28"/>
          <w:szCs w:val="28"/>
        </w:rPr>
        <w:t>вать его с опорой на план или на построенную схему. Можно учиться находить в каждом абзаце главное предложение, чтобы запомнить абзац. Чтобы запомнить это предложение ищем ключевое слово в предложении. Таким образом, получается, вспоминая главное слово в предложении, вспоминаем само предложение, затем вспоминаем предложение, которое помогает вспомнить абзац</w:t>
      </w:r>
      <w:proofErr w:type="gramStart"/>
      <w:r>
        <w:rPr>
          <w:sz w:val="28"/>
          <w:szCs w:val="28"/>
        </w:rPr>
        <w:t>..</w:t>
      </w:r>
      <w:r w:rsidRPr="007D523F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proofErr w:type="gramEnd"/>
      <w:r w:rsidRPr="00DF53F0">
        <w:rPr>
          <w:sz w:val="28"/>
          <w:szCs w:val="28"/>
        </w:rPr>
        <w:t>К четвертому классу у большинства школьников складывается разное отношение к учебным предметам: одни дисциплины нравятся больше, другие — меньше.</w:t>
      </w:r>
      <w:r w:rsidRPr="00DF53F0">
        <w:rPr>
          <w:sz w:val="28"/>
          <w:szCs w:val="28"/>
        </w:rPr>
        <w:br/>
      </w:r>
      <w:r w:rsidR="00E85A6A">
        <w:rPr>
          <w:sz w:val="28"/>
          <w:szCs w:val="28"/>
        </w:rPr>
        <w:t xml:space="preserve">     </w:t>
      </w:r>
      <w:r w:rsidRPr="00DF53F0">
        <w:rPr>
          <w:sz w:val="28"/>
          <w:szCs w:val="28"/>
        </w:rPr>
        <w:t>Предпочтение тех или иных учебных предметов во многом связано с индивидуальными склонностями и способностями ребенка: кому-то нравится математика, у кого-то ярко проявляются лингвистические способности.</w:t>
      </w:r>
      <w:r w:rsidR="00CC15C5">
        <w:rPr>
          <w:sz w:val="28"/>
          <w:szCs w:val="28"/>
        </w:rPr>
        <w:t xml:space="preserve"> В четвертом классе формируется психологическая готовность ученика к переходу в среднее звено, в пятый класс.</w:t>
      </w:r>
    </w:p>
    <w:p w:rsidR="008D698D" w:rsidRPr="00970AEE" w:rsidRDefault="00CC15C5" w:rsidP="00CC15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пятом классе может очень часто проявляться тревожность. </w:t>
      </w:r>
      <w:proofErr w:type="gramStart"/>
      <w:r>
        <w:rPr>
          <w:sz w:val="28"/>
          <w:szCs w:val="28"/>
        </w:rPr>
        <w:t>Потому как, о</w:t>
      </w:r>
      <w:r w:rsidRPr="001F671A">
        <w:rPr>
          <w:sz w:val="28"/>
          <w:szCs w:val="28"/>
        </w:rPr>
        <w:t>бучающимся, привыкшим к определенным порядкам начальной ш</w:t>
      </w:r>
      <w:r>
        <w:rPr>
          <w:sz w:val="28"/>
          <w:szCs w:val="28"/>
        </w:rPr>
        <w:t xml:space="preserve">колы необходимо </w:t>
      </w:r>
      <w:r w:rsidRPr="001F671A">
        <w:rPr>
          <w:sz w:val="28"/>
          <w:szCs w:val="28"/>
        </w:rPr>
        <w:t>приспособитьс</w:t>
      </w:r>
      <w:r>
        <w:rPr>
          <w:sz w:val="28"/>
          <w:szCs w:val="28"/>
        </w:rPr>
        <w:t>я к новому темпу и стилю жизни.</w:t>
      </w:r>
      <w:proofErr w:type="gramEnd"/>
    </w:p>
    <w:p w:rsidR="0062454F" w:rsidRDefault="0062454F" w:rsidP="006245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Уровень тревожности это индивидуальный показатель каждого ребенка. Для кого-то высокий уровень будет помехой, переживания тревоги не дают ему раскрыть свои способности. А для другого ученика высокий уровень может оказаться стимулирующим, чувство тревоги заставляет его стараться и стремиться к лучшим результатам. Так же и с низким показателем, который может формировать в ребенке безразличие к своим успехам или показывать, наоборот уверенность в себе и своих способностях.</w:t>
      </w:r>
    </w:p>
    <w:p w:rsidR="0062454F" w:rsidRPr="001F671A" w:rsidRDefault="0062454F" w:rsidP="0062454F">
      <w:pPr>
        <w:ind w:firstLine="708"/>
        <w:jc w:val="both"/>
        <w:rPr>
          <w:sz w:val="28"/>
          <w:szCs w:val="28"/>
        </w:rPr>
      </w:pPr>
      <w:r w:rsidRPr="001F671A">
        <w:rPr>
          <w:sz w:val="28"/>
          <w:szCs w:val="28"/>
        </w:rPr>
        <w:t xml:space="preserve">Можно ли избежать серьезных проблем с учебой при переходе в среднюю школу? </w:t>
      </w:r>
      <w:r>
        <w:rPr>
          <w:sz w:val="28"/>
          <w:szCs w:val="28"/>
        </w:rPr>
        <w:t xml:space="preserve">Конечно, </w:t>
      </w:r>
      <w:r w:rsidRPr="001F671A">
        <w:rPr>
          <w:sz w:val="28"/>
          <w:szCs w:val="28"/>
        </w:rPr>
        <w:t>Можно. Но для этого необходимо учитывать все факторы, влияющие на качество обучения в пятом классе.</w:t>
      </w:r>
    </w:p>
    <w:p w:rsidR="0062454F" w:rsidRPr="001F671A" w:rsidRDefault="0062454F" w:rsidP="0062454F">
      <w:pPr>
        <w:jc w:val="both"/>
        <w:rPr>
          <w:sz w:val="28"/>
          <w:szCs w:val="28"/>
        </w:rPr>
      </w:pPr>
      <w:r w:rsidRPr="001F671A">
        <w:rPr>
          <w:sz w:val="28"/>
          <w:szCs w:val="28"/>
        </w:rPr>
        <w:t xml:space="preserve">На какие моменты стоит </w:t>
      </w:r>
      <w:proofErr w:type="gramStart"/>
      <w:r w:rsidRPr="001F671A">
        <w:rPr>
          <w:sz w:val="28"/>
          <w:szCs w:val="28"/>
        </w:rPr>
        <w:t>обратить внимание родителям</w:t>
      </w:r>
      <w:proofErr w:type="gramEnd"/>
      <w:r w:rsidRPr="001F671A">
        <w:rPr>
          <w:sz w:val="28"/>
          <w:szCs w:val="28"/>
        </w:rPr>
        <w:t>?</w:t>
      </w:r>
    </w:p>
    <w:p w:rsidR="0062454F" w:rsidRPr="001F671A" w:rsidRDefault="0062454F" w:rsidP="0062454F">
      <w:pPr>
        <w:ind w:firstLine="708"/>
        <w:jc w:val="both"/>
        <w:rPr>
          <w:sz w:val="28"/>
          <w:szCs w:val="28"/>
        </w:rPr>
      </w:pPr>
      <w:r w:rsidRPr="001F671A">
        <w:rPr>
          <w:sz w:val="28"/>
          <w:szCs w:val="28"/>
        </w:rPr>
        <w:t>- Переход в среднюю школу - это в прямом смысле "новые стены". </w:t>
      </w:r>
    </w:p>
    <w:p w:rsidR="0062454F" w:rsidRPr="001F671A" w:rsidRDefault="0062454F" w:rsidP="0062454F">
      <w:pPr>
        <w:jc w:val="both"/>
        <w:rPr>
          <w:sz w:val="28"/>
          <w:szCs w:val="28"/>
        </w:rPr>
      </w:pPr>
      <w:r w:rsidRPr="001F671A">
        <w:rPr>
          <w:sz w:val="28"/>
          <w:szCs w:val="28"/>
        </w:rPr>
        <w:t>Первое время ребятам  трудно привыкнуть к кабинетной системе,</w:t>
      </w:r>
      <w:r>
        <w:rPr>
          <w:sz w:val="28"/>
          <w:szCs w:val="28"/>
        </w:rPr>
        <w:t xml:space="preserve"> которая была всегда в предыдущее годы. Важно </w:t>
      </w:r>
      <w:r w:rsidRPr="001F671A">
        <w:rPr>
          <w:sz w:val="28"/>
          <w:szCs w:val="28"/>
        </w:rPr>
        <w:t>научить детей «ориентироваться» в расписании.</w:t>
      </w:r>
    </w:p>
    <w:p w:rsidR="0062454F" w:rsidRPr="001F671A" w:rsidRDefault="0062454F" w:rsidP="0062454F">
      <w:pPr>
        <w:ind w:firstLine="708"/>
        <w:jc w:val="both"/>
        <w:rPr>
          <w:sz w:val="28"/>
          <w:szCs w:val="28"/>
        </w:rPr>
      </w:pPr>
      <w:r w:rsidRPr="001F671A">
        <w:rPr>
          <w:sz w:val="28"/>
          <w:szCs w:val="28"/>
        </w:rPr>
        <w:t xml:space="preserve">- При переходе в среднее звено  происходит "смена статуса": в начальной школе четвероклассники были самыми старшими и умелыми, а в 5 классе оказываются в позиции самых маленьких. </w:t>
      </w:r>
    </w:p>
    <w:p w:rsidR="0062454F" w:rsidRPr="001F671A" w:rsidRDefault="0062454F" w:rsidP="0062454F">
      <w:pPr>
        <w:ind w:firstLine="708"/>
        <w:jc w:val="both"/>
        <w:rPr>
          <w:sz w:val="28"/>
          <w:szCs w:val="28"/>
        </w:rPr>
      </w:pPr>
      <w:r w:rsidRPr="001F671A">
        <w:rPr>
          <w:sz w:val="28"/>
          <w:szCs w:val="28"/>
        </w:rPr>
        <w:t xml:space="preserve">- В пятом классе расширяется круг изучаемых предметов, объем и сложность материала, который нужно усваивать. То, что раньше давалось легко, теперь может потребовать </w:t>
      </w:r>
      <w:proofErr w:type="gramStart"/>
      <w:r w:rsidRPr="001F671A">
        <w:rPr>
          <w:sz w:val="28"/>
          <w:szCs w:val="28"/>
        </w:rPr>
        <w:t>гораздо больших</w:t>
      </w:r>
      <w:proofErr w:type="gramEnd"/>
      <w:r w:rsidRPr="001F671A">
        <w:rPr>
          <w:sz w:val="28"/>
          <w:szCs w:val="28"/>
        </w:rPr>
        <w:t xml:space="preserve"> усилий. Нежелательно в начале </w:t>
      </w:r>
      <w:r w:rsidRPr="001F671A">
        <w:rPr>
          <w:sz w:val="28"/>
          <w:szCs w:val="28"/>
        </w:rPr>
        <w:lastRenderedPageBreak/>
        <w:t>учебного года детей записывать на новые секции, в музыкальную школу, чтобы не было переутомления.</w:t>
      </w:r>
    </w:p>
    <w:p w:rsidR="0062454F" w:rsidRPr="001F671A" w:rsidRDefault="0062454F" w:rsidP="006245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1F671A">
        <w:rPr>
          <w:sz w:val="28"/>
          <w:szCs w:val="28"/>
        </w:rPr>
        <w:t>-Один из «подводных» камней - привычка к контролю</w:t>
      </w:r>
    </w:p>
    <w:p w:rsidR="0062454F" w:rsidRPr="001F671A" w:rsidRDefault="0062454F" w:rsidP="0062454F">
      <w:pPr>
        <w:jc w:val="both"/>
        <w:rPr>
          <w:sz w:val="28"/>
          <w:szCs w:val="28"/>
        </w:rPr>
      </w:pPr>
      <w:r w:rsidRPr="001F671A">
        <w:rPr>
          <w:sz w:val="28"/>
          <w:szCs w:val="28"/>
        </w:rPr>
        <w:t>В начальной школе обучающиеся всегда находятся в поле зрения педагога, который контролирует степень их готовности к очередному уроку, помогает урегулировать конфликтные ситуации</w:t>
      </w:r>
      <w:r>
        <w:rPr>
          <w:sz w:val="28"/>
          <w:szCs w:val="28"/>
        </w:rPr>
        <w:t xml:space="preserve">, </w:t>
      </w:r>
      <w:r w:rsidRPr="001F671A">
        <w:rPr>
          <w:sz w:val="28"/>
          <w:szCs w:val="28"/>
        </w:rPr>
        <w:t xml:space="preserve">находится в </w:t>
      </w:r>
      <w:r>
        <w:rPr>
          <w:sz w:val="28"/>
          <w:szCs w:val="28"/>
        </w:rPr>
        <w:t>тесном контакте с родителями,</w:t>
      </w:r>
      <w:r w:rsidRPr="001F671A">
        <w:rPr>
          <w:sz w:val="28"/>
          <w:szCs w:val="28"/>
        </w:rPr>
        <w:t xml:space="preserve"> внимательно следит за тем, чтобы вся необходимая информация была записана в дневник и доведена до их сведения.</w:t>
      </w:r>
    </w:p>
    <w:p w:rsidR="0062454F" w:rsidRDefault="0062454F" w:rsidP="00CC15C5">
      <w:pPr>
        <w:ind w:firstLine="708"/>
        <w:jc w:val="both"/>
        <w:rPr>
          <w:sz w:val="28"/>
          <w:szCs w:val="28"/>
        </w:rPr>
      </w:pPr>
      <w:r w:rsidRPr="001F671A">
        <w:rPr>
          <w:sz w:val="28"/>
          <w:szCs w:val="28"/>
        </w:rPr>
        <w:t>В средней школе</w:t>
      </w:r>
      <w:r>
        <w:rPr>
          <w:sz w:val="28"/>
          <w:szCs w:val="28"/>
        </w:rPr>
        <w:t xml:space="preserve"> детям предоставляется больше самостоятельности, что помогает теперь из предыдущего опыта, внешнего к</w:t>
      </w:r>
      <w:r w:rsidR="00CC15C5">
        <w:rPr>
          <w:sz w:val="28"/>
          <w:szCs w:val="28"/>
        </w:rPr>
        <w:t>онтроля, развивать самоконтроль.</w:t>
      </w:r>
    </w:p>
    <w:p w:rsidR="0062454F" w:rsidRPr="001F671A" w:rsidRDefault="00CC15C5" w:rsidP="006245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2454F" w:rsidRPr="001F671A">
        <w:rPr>
          <w:sz w:val="28"/>
          <w:szCs w:val="28"/>
        </w:rPr>
        <w:t>С классным руководителем пятиклассники встречаются только на уроках, которы</w:t>
      </w:r>
      <w:r w:rsidR="0062454F">
        <w:rPr>
          <w:sz w:val="28"/>
          <w:szCs w:val="28"/>
        </w:rPr>
        <w:t>е он ведет, и на классных часах, на переменах</w:t>
      </w:r>
      <w:r w:rsidR="0062454F" w:rsidRPr="001F671A">
        <w:rPr>
          <w:sz w:val="28"/>
          <w:szCs w:val="28"/>
        </w:rPr>
        <w:t>.</w:t>
      </w:r>
    </w:p>
    <w:p w:rsidR="0062454F" w:rsidRPr="001F671A" w:rsidRDefault="0062454F" w:rsidP="00CC15C5">
      <w:pPr>
        <w:ind w:firstLine="708"/>
        <w:jc w:val="both"/>
        <w:rPr>
          <w:sz w:val="28"/>
          <w:szCs w:val="28"/>
        </w:rPr>
      </w:pPr>
      <w:r w:rsidRPr="001F671A">
        <w:rPr>
          <w:sz w:val="28"/>
          <w:szCs w:val="28"/>
        </w:rPr>
        <w:t xml:space="preserve">При переходе в пятый класс </w:t>
      </w:r>
      <w:r w:rsidR="00812472">
        <w:rPr>
          <w:sz w:val="28"/>
          <w:szCs w:val="28"/>
        </w:rPr>
        <w:t xml:space="preserve">увеличивается количество учителей, количество требований, </w:t>
      </w:r>
      <w:r w:rsidR="00CC15C5">
        <w:rPr>
          <w:sz w:val="28"/>
          <w:szCs w:val="28"/>
        </w:rPr>
        <w:t xml:space="preserve">происходит изменение требований учителей, </w:t>
      </w:r>
      <w:r w:rsidRPr="001F671A">
        <w:rPr>
          <w:sz w:val="28"/>
          <w:szCs w:val="28"/>
        </w:rPr>
        <w:t>Во-первых, постарайтесь увидеть плюсы</w:t>
      </w:r>
      <w:r w:rsidR="00CC15C5">
        <w:rPr>
          <w:sz w:val="28"/>
          <w:szCs w:val="28"/>
        </w:rPr>
        <w:t xml:space="preserve"> этом плюсы. Потому как, эти требования</w:t>
      </w:r>
      <w:r w:rsidR="00812472">
        <w:rPr>
          <w:sz w:val="28"/>
          <w:szCs w:val="28"/>
        </w:rPr>
        <w:t>, которые</w:t>
      </w:r>
      <w:r w:rsidR="00CC15C5">
        <w:rPr>
          <w:sz w:val="28"/>
          <w:szCs w:val="28"/>
        </w:rPr>
        <w:t xml:space="preserve"> </w:t>
      </w:r>
      <w:r w:rsidR="00812472">
        <w:rPr>
          <w:sz w:val="28"/>
          <w:szCs w:val="28"/>
        </w:rPr>
        <w:t>п</w:t>
      </w:r>
      <w:r w:rsidR="00812472" w:rsidRPr="001F671A">
        <w:rPr>
          <w:sz w:val="28"/>
          <w:szCs w:val="28"/>
        </w:rPr>
        <w:t>о</w:t>
      </w:r>
      <w:r w:rsidR="00812472">
        <w:rPr>
          <w:sz w:val="28"/>
          <w:szCs w:val="28"/>
        </w:rPr>
        <w:t xml:space="preserve"> </w:t>
      </w:r>
      <w:r w:rsidR="00812472" w:rsidRPr="001F671A">
        <w:rPr>
          <w:sz w:val="28"/>
          <w:szCs w:val="28"/>
        </w:rPr>
        <w:t>началу</w:t>
      </w:r>
      <w:r w:rsidR="00812472">
        <w:rPr>
          <w:sz w:val="28"/>
          <w:szCs w:val="28"/>
        </w:rPr>
        <w:t>,</w:t>
      </w:r>
      <w:r w:rsidR="00812472" w:rsidRPr="001F671A">
        <w:rPr>
          <w:sz w:val="28"/>
          <w:szCs w:val="28"/>
        </w:rPr>
        <w:t xml:space="preserve"> </w:t>
      </w:r>
      <w:r w:rsidRPr="001F671A">
        <w:rPr>
          <w:sz w:val="28"/>
          <w:szCs w:val="28"/>
        </w:rPr>
        <w:t>так затрудняют шк</w:t>
      </w:r>
      <w:r>
        <w:rPr>
          <w:sz w:val="28"/>
          <w:szCs w:val="28"/>
        </w:rPr>
        <w:t>ольную жизнь ребенку, приносят в дальнейшем</w:t>
      </w:r>
      <w:r w:rsidRPr="001F671A">
        <w:rPr>
          <w:sz w:val="28"/>
          <w:szCs w:val="28"/>
        </w:rPr>
        <w:t xml:space="preserve"> пользу. Ребенок учится учитывать эти требования, соотносить их, преодолевать трудности – а значит, учится взрослой жизни, где «</w:t>
      </w:r>
      <w:proofErr w:type="spellStart"/>
      <w:r w:rsidRPr="001F671A">
        <w:rPr>
          <w:sz w:val="28"/>
          <w:szCs w:val="28"/>
        </w:rPr>
        <w:t>многотребовательность</w:t>
      </w:r>
      <w:proofErr w:type="spellEnd"/>
      <w:r w:rsidRPr="001F671A">
        <w:rPr>
          <w:sz w:val="28"/>
          <w:szCs w:val="28"/>
        </w:rPr>
        <w:t>» - норма вещей. Во-вторых, это учит ребенка строить отношения с разными людьми, становясь более гибким</w:t>
      </w:r>
      <w:r>
        <w:rPr>
          <w:sz w:val="28"/>
          <w:szCs w:val="28"/>
        </w:rPr>
        <w:t>.</w:t>
      </w:r>
    </w:p>
    <w:p w:rsidR="0062454F" w:rsidRDefault="0062454F" w:rsidP="0062454F">
      <w:pPr>
        <w:jc w:val="both"/>
        <w:rPr>
          <w:sz w:val="28"/>
          <w:szCs w:val="28"/>
        </w:rPr>
      </w:pPr>
      <w:r w:rsidRPr="001F671A">
        <w:rPr>
          <w:sz w:val="28"/>
          <w:szCs w:val="28"/>
        </w:rPr>
        <w:t>- Сами учителя очень различаются по своим особеннос</w:t>
      </w:r>
      <w:r>
        <w:rPr>
          <w:sz w:val="28"/>
          <w:szCs w:val="28"/>
        </w:rPr>
        <w:t>тям - стилю общения, темпу речи</w:t>
      </w:r>
      <w:r w:rsidRPr="001F671A">
        <w:rPr>
          <w:sz w:val="28"/>
          <w:szCs w:val="28"/>
        </w:rPr>
        <w:t xml:space="preserve">. </w:t>
      </w:r>
    </w:p>
    <w:p w:rsidR="0062454F" w:rsidRDefault="0062454F" w:rsidP="006245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помнить, что с 10-11 лет наступает младший подростковый возраст. Ребенок  и сам начинает меняться, иногда появляется протестное поведение. Многое зависит от того, как взрослые реагируют на изменения, корректируют поведение спокойно и доброжелательно или пытаются подавить эмоциональные и поведенческие проявления. Чем спокойнее мы реагируем, выслушиваем подростка, показываем свою любовь и доброту, создаем комфортную обстановку в семье, тем мягче проходит подростковый кризис, поэтому важны самые простые мелочи в общении</w:t>
      </w:r>
    </w:p>
    <w:p w:rsidR="008D698D" w:rsidRDefault="0062454F" w:rsidP="00447D8E">
      <w:pPr>
        <w:ind w:left="142"/>
        <w:jc w:val="both"/>
        <w:rPr>
          <w:sz w:val="28"/>
          <w:szCs w:val="28"/>
        </w:rPr>
      </w:pPr>
      <w:r w:rsidRPr="001F671A">
        <w:rPr>
          <w:sz w:val="28"/>
          <w:szCs w:val="28"/>
        </w:rPr>
        <w:t xml:space="preserve">Не следует также забывать, что жизнь детей не ограничивается </w:t>
      </w:r>
      <w:r>
        <w:rPr>
          <w:sz w:val="28"/>
          <w:szCs w:val="28"/>
        </w:rPr>
        <w:t>школой</w:t>
      </w:r>
      <w:r w:rsidRPr="001F671A">
        <w:rPr>
          <w:sz w:val="28"/>
          <w:szCs w:val="28"/>
        </w:rPr>
        <w:t>. За ее пределами ребенок может быть погружен в такие занятия, которые позволят ему проявить свою умелость, добиться успеха, обрести уверенность в себе.</w:t>
      </w:r>
      <w:r>
        <w:rPr>
          <w:sz w:val="28"/>
          <w:szCs w:val="28"/>
        </w:rPr>
        <w:t xml:space="preserve"> Не бросайте секции и кружки в подростковом возрасте, если ребенок ничего не посещает, то после адаптации в 5 классе запишите ребенка на дополнительные занятия. Когда подросток занят в кружках и секциях у него не хватает времени найти плохую компанию. В кружках и секциях у него формируется круг общения, реализуется основная потребность подросткового возраста, в общении со сверстниками. Это общение может уберечь в дальнейшем от негативного влияния улицы. И всегда помните, что «Лучшая указка не кулак, а ласка!» </w:t>
      </w:r>
    </w:p>
    <w:p w:rsidR="00AB06CC" w:rsidRPr="00BA0F08" w:rsidRDefault="00AB06CC" w:rsidP="00AB06CC">
      <w:pPr>
        <w:pStyle w:val="c1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свое выступление хочу закончить словами Сократа: «В каждом ребенке, солнце – только позвольте ему светить» </w:t>
      </w:r>
    </w:p>
    <w:p w:rsidR="00AB06CC" w:rsidRPr="00EA5732" w:rsidRDefault="00AB06CC" w:rsidP="00447D8E">
      <w:pPr>
        <w:ind w:left="142"/>
        <w:jc w:val="both"/>
        <w:rPr>
          <w:sz w:val="28"/>
          <w:szCs w:val="28"/>
        </w:rPr>
      </w:pPr>
    </w:p>
    <w:sectPr w:rsidR="00AB06CC" w:rsidRPr="00EA5732" w:rsidSect="00AB06CC">
      <w:pgSz w:w="11906" w:h="16838"/>
      <w:pgMar w:top="426" w:right="850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2895"/>
    <w:multiLevelType w:val="hybridMultilevel"/>
    <w:tmpl w:val="D3501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D1AD5"/>
    <w:multiLevelType w:val="multilevel"/>
    <w:tmpl w:val="1212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9469F2"/>
    <w:multiLevelType w:val="hybridMultilevel"/>
    <w:tmpl w:val="5B924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72"/>
    <w:rsid w:val="00010315"/>
    <w:rsid w:val="00080ADB"/>
    <w:rsid w:val="000D085F"/>
    <w:rsid w:val="001A4344"/>
    <w:rsid w:val="002D7352"/>
    <w:rsid w:val="00447D8E"/>
    <w:rsid w:val="004B6960"/>
    <w:rsid w:val="004C28F7"/>
    <w:rsid w:val="00560755"/>
    <w:rsid w:val="0058098D"/>
    <w:rsid w:val="005C4E7F"/>
    <w:rsid w:val="0062454F"/>
    <w:rsid w:val="00655676"/>
    <w:rsid w:val="00691E87"/>
    <w:rsid w:val="006B1569"/>
    <w:rsid w:val="0070518B"/>
    <w:rsid w:val="00750A63"/>
    <w:rsid w:val="00791088"/>
    <w:rsid w:val="007E3CF8"/>
    <w:rsid w:val="00812472"/>
    <w:rsid w:val="0083587B"/>
    <w:rsid w:val="00847CEC"/>
    <w:rsid w:val="008D698D"/>
    <w:rsid w:val="00970AEE"/>
    <w:rsid w:val="00AB06CC"/>
    <w:rsid w:val="00AD4194"/>
    <w:rsid w:val="00BF3F72"/>
    <w:rsid w:val="00C92D47"/>
    <w:rsid w:val="00CC15C5"/>
    <w:rsid w:val="00D05B72"/>
    <w:rsid w:val="00D06F7F"/>
    <w:rsid w:val="00E82579"/>
    <w:rsid w:val="00E85A6A"/>
    <w:rsid w:val="00EA5732"/>
    <w:rsid w:val="00ED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698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A4344"/>
    <w:pPr>
      <w:ind w:left="720"/>
      <w:contextualSpacing/>
    </w:pPr>
  </w:style>
  <w:style w:type="paragraph" w:customStyle="1" w:styleId="c15">
    <w:name w:val="c15"/>
    <w:basedOn w:val="a"/>
    <w:rsid w:val="00AB06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698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A4344"/>
    <w:pPr>
      <w:ind w:left="720"/>
      <w:contextualSpacing/>
    </w:pPr>
  </w:style>
  <w:style w:type="paragraph" w:customStyle="1" w:styleId="c15">
    <w:name w:val="c15"/>
    <w:basedOn w:val="a"/>
    <w:rsid w:val="00AB06C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EB23C8EB</Template>
  <TotalTime>342</TotalTime>
  <Pages>8</Pages>
  <Words>3770</Words>
  <Characters>21492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18</cp:revision>
  <cp:lastPrinted>2022-05-17T18:29:00Z</cp:lastPrinted>
  <dcterms:created xsi:type="dcterms:W3CDTF">2022-05-06T13:02:00Z</dcterms:created>
  <dcterms:modified xsi:type="dcterms:W3CDTF">2023-11-28T12:53:00Z</dcterms:modified>
</cp:coreProperties>
</file>